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43" w:rsidRDefault="00F47D43">
      <w:pPr>
        <w:jc w:val="center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海淀区九年级第二学期期中练习</w:t>
      </w:r>
    </w:p>
    <w:p w:rsidR="00F47D43" w:rsidRDefault="00F47D43">
      <w:pPr>
        <w:jc w:val="center"/>
        <w:rPr>
          <w:rFonts w:eastAsia="黑体"/>
          <w:sz w:val="24"/>
        </w:rPr>
      </w:pPr>
      <w:r>
        <w:rPr>
          <w:rFonts w:eastAsia="黑体" w:hint="eastAsia"/>
          <w:sz w:val="24"/>
        </w:rPr>
        <w:t>语文</w:t>
      </w:r>
    </w:p>
    <w:p w:rsidR="00F47D43" w:rsidRDefault="00F47D43">
      <w:pPr>
        <w:jc w:val="center"/>
        <w:rPr>
          <w:rFonts w:ascii="宋体"/>
          <w:b/>
          <w:sz w:val="16"/>
          <w:szCs w:val="21"/>
        </w:rPr>
      </w:pPr>
      <w:r>
        <w:rPr>
          <w:rFonts w:eastAsia="黑体" w:hint="eastAsia"/>
          <w:sz w:val="24"/>
        </w:rPr>
        <w:t>参考答案及评分标准</w:t>
      </w:r>
      <w:r>
        <w:rPr>
          <w:rFonts w:ascii="宋体" w:hAnsi="宋体"/>
          <w:b/>
          <w:sz w:val="16"/>
          <w:szCs w:val="21"/>
        </w:rPr>
        <w:t>2015</w:t>
      </w:r>
      <w:r>
        <w:rPr>
          <w:rFonts w:ascii="宋体"/>
          <w:b/>
          <w:sz w:val="16"/>
          <w:szCs w:val="21"/>
        </w:rPr>
        <w:t>.</w:t>
      </w:r>
      <w:r>
        <w:rPr>
          <w:rFonts w:ascii="宋体" w:hAnsi="宋体"/>
          <w:b/>
          <w:sz w:val="16"/>
          <w:szCs w:val="21"/>
        </w:rPr>
        <w:t>5</w:t>
      </w:r>
    </w:p>
    <w:p w:rsidR="00F47D43" w:rsidRPr="00F60BBF" w:rsidRDefault="00F47D43">
      <w:pPr>
        <w:spacing w:line="360" w:lineRule="auto"/>
        <w:rPr>
          <w:rFonts w:ascii="黑体" w:eastAsia="黑体"/>
          <w:b/>
          <w:sz w:val="16"/>
        </w:rPr>
      </w:pPr>
    </w:p>
    <w:p w:rsidR="00F47D43" w:rsidRDefault="00F47D43">
      <w:pPr>
        <w:numPr>
          <w:ilvl w:val="0"/>
          <w:numId w:val="1"/>
        </w:numPr>
        <w:spacing w:line="360" w:lineRule="auto"/>
      </w:pPr>
      <w:r>
        <w:rPr>
          <w:rFonts w:ascii="黑体" w:eastAsia="黑体" w:hint="eastAsia"/>
          <w:b/>
        </w:rPr>
        <w:t>基础</w:t>
      </w:r>
      <w:r>
        <w:rPr>
          <w:rFonts w:ascii="黑体" w:eastAsia="黑体"/>
          <w:b/>
        </w:rPr>
        <w:t>.</w:t>
      </w:r>
      <w:r>
        <w:rPr>
          <w:rFonts w:ascii="黑体" w:eastAsia="黑体" w:hint="eastAsia"/>
          <w:b/>
        </w:rPr>
        <w:t>运用</w:t>
      </w:r>
      <w:r w:rsidRPr="00755917">
        <w:rPr>
          <w:rFonts w:ascii="宋体" w:hAnsi="宋体" w:hint="eastAsia"/>
          <w:bCs/>
        </w:rPr>
        <w:t>（共</w:t>
      </w:r>
      <w:r w:rsidRPr="00755917">
        <w:rPr>
          <w:rFonts w:ascii="宋体" w:hAnsi="宋体"/>
          <w:bCs/>
        </w:rPr>
        <w:t>22</w:t>
      </w:r>
      <w:r w:rsidRPr="00755917">
        <w:rPr>
          <w:rFonts w:ascii="宋体" w:hAnsi="宋体" w:hint="eastAsia"/>
          <w:bCs/>
        </w:rPr>
        <w:t>分）</w:t>
      </w:r>
    </w:p>
    <w:p w:rsidR="00F47D43" w:rsidRDefault="00F47D43" w:rsidP="00F80603">
      <w:pPr>
        <w:spacing w:line="360" w:lineRule="auto"/>
        <w:rPr>
          <w:rFonts w:ascii="宋体"/>
        </w:rPr>
      </w:pPr>
      <w:r>
        <w:rPr>
          <w:rFonts w:ascii="宋体" w:hAnsi="宋体"/>
        </w:rPr>
        <w:t>1</w:t>
      </w:r>
      <w:r>
        <w:rPr>
          <w:rFonts w:ascii="宋体"/>
        </w:rPr>
        <w:t>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>B (2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>C (2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 xml:space="preserve">)  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>C (2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 xml:space="preserve">D </w:t>
      </w:r>
      <w:r w:rsidRPr="000C08A4">
        <w:rPr>
          <w:rFonts w:ascii="宋体" w:hAnsi="宋体"/>
        </w:rPr>
        <w:t>(2</w:t>
      </w:r>
      <w:r w:rsidRPr="000C08A4">
        <w:rPr>
          <w:rFonts w:ascii="宋体" w:hAnsi="宋体" w:hint="eastAsia"/>
        </w:rPr>
        <w:t>分</w:t>
      </w:r>
      <w:r w:rsidRPr="000C08A4">
        <w:rPr>
          <w:rFonts w:ascii="宋体" w:hAnsi="宋体"/>
        </w:rPr>
        <w:t>)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>A (2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</w:p>
    <w:p w:rsidR="00F47D43" w:rsidRDefault="00F47D43" w:rsidP="00F80603">
      <w:pPr>
        <w:spacing w:line="360" w:lineRule="auto"/>
        <w:rPr>
          <w:rFonts w:ascii="宋体"/>
        </w:rPr>
      </w:pPr>
      <w:r>
        <w:rPr>
          <w:rFonts w:ascii="宋体" w:hAnsi="宋体"/>
        </w:rPr>
        <w:t xml:space="preserve">2 </w:t>
      </w:r>
      <w:r>
        <w:rPr>
          <w:rFonts w:ascii="宋体"/>
        </w:rPr>
        <w:t>.</w:t>
      </w:r>
      <w:r>
        <w:rPr>
          <w:rFonts w:ascii="宋体" w:hAnsi="宋体"/>
        </w:rPr>
        <w:t xml:space="preserve"> C (2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</w:p>
    <w:p w:rsidR="00F47D43" w:rsidRPr="00437236" w:rsidRDefault="00F47D43" w:rsidP="00B6204A">
      <w:pPr>
        <w:spacing w:line="360" w:lineRule="auto"/>
        <w:rPr>
          <w:rFonts w:ascii="宋体"/>
        </w:rPr>
      </w:pPr>
      <w:r>
        <w:rPr>
          <w:rFonts w:ascii="宋体" w:hAnsi="宋体"/>
        </w:rPr>
        <w:t>3</w:t>
      </w:r>
      <w:r>
        <w:rPr>
          <w:rFonts w:ascii="宋体"/>
        </w:rPr>
        <w:t>.</w:t>
      </w:r>
      <w:r>
        <w:rPr>
          <w:rFonts w:ascii="宋体" w:hAnsi="宋体"/>
        </w:rPr>
        <w:t>(1) D (2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  <w:r>
        <w:rPr>
          <w:rFonts w:hAnsi="宋体" w:hint="eastAsia"/>
        </w:rPr>
        <w:t>（</w:t>
      </w:r>
      <w:r>
        <w:rPr>
          <w:rFonts w:hAnsi="宋体"/>
        </w:rPr>
        <w:t>2</w:t>
      </w:r>
      <w:r>
        <w:rPr>
          <w:rFonts w:hAnsi="宋体" w:hint="eastAsia"/>
        </w:rPr>
        <w:t>）长风破浪会有时，直挂云帆济沧海（</w:t>
      </w:r>
      <w:r>
        <w:rPr>
          <w:rFonts w:hAnsi="宋体"/>
        </w:rPr>
        <w:t>2</w:t>
      </w:r>
      <w:r>
        <w:rPr>
          <w:rFonts w:hAnsi="宋体" w:hint="eastAsia"/>
        </w:rPr>
        <w:t>分。每空</w:t>
      </w:r>
      <w:r>
        <w:rPr>
          <w:rFonts w:hAnsi="宋体"/>
        </w:rPr>
        <w:t>1</w:t>
      </w:r>
      <w:r>
        <w:rPr>
          <w:rFonts w:hAnsi="宋体" w:hint="eastAsia"/>
        </w:rPr>
        <w:t>分，该空有错不得分）</w:t>
      </w:r>
    </w:p>
    <w:p w:rsidR="00F47D43" w:rsidRPr="00F809A1" w:rsidRDefault="00F47D43">
      <w:pPr>
        <w:spacing w:line="360" w:lineRule="auto"/>
        <w:rPr>
          <w:rFonts w:hAnsi="宋体"/>
        </w:rPr>
      </w:pPr>
      <w:r>
        <w:rPr>
          <w:rFonts w:hAnsi="宋体"/>
        </w:rPr>
        <w:t>4.</w:t>
      </w:r>
      <w:r>
        <w:rPr>
          <w:rFonts w:ascii="宋体" w:hAnsi="宋体" w:hint="eastAsia"/>
        </w:rPr>
        <w:t>①</w:t>
      </w:r>
      <w:r>
        <w:rPr>
          <w:rFonts w:hAnsi="宋体" w:hint="eastAsia"/>
        </w:rPr>
        <w:t>日月之行，若出其中（</w:t>
      </w:r>
      <w:r>
        <w:rPr>
          <w:rFonts w:hAnsi="宋体"/>
        </w:rPr>
        <w:t>2</w:t>
      </w:r>
      <w:r>
        <w:rPr>
          <w:rFonts w:hAnsi="宋体" w:hint="eastAsia"/>
        </w:rPr>
        <w:t>分。每空</w:t>
      </w:r>
      <w:r>
        <w:rPr>
          <w:rFonts w:hAnsi="宋体"/>
        </w:rPr>
        <w:t>1</w:t>
      </w:r>
      <w:r>
        <w:rPr>
          <w:rFonts w:hAnsi="宋体" w:hint="eastAsia"/>
        </w:rPr>
        <w:t>分，该空有错不得分）</w:t>
      </w:r>
      <w:r>
        <w:rPr>
          <w:rFonts w:ascii="宋体" w:hAnsi="宋体" w:cs="宋体" w:hint="eastAsia"/>
          <w:spacing w:val="4"/>
        </w:rPr>
        <w:t>②煮酒论英雄（青梅煮酒）（</w:t>
      </w:r>
      <w:r>
        <w:rPr>
          <w:rFonts w:ascii="宋体" w:hAnsi="宋体" w:cs="宋体"/>
          <w:spacing w:val="4"/>
        </w:rPr>
        <w:t>1</w:t>
      </w:r>
      <w:r>
        <w:rPr>
          <w:rFonts w:ascii="宋体" w:hAnsi="宋体" w:cs="宋体" w:hint="eastAsia"/>
          <w:spacing w:val="4"/>
        </w:rPr>
        <w:t>分，意思对即可）③关羽（</w:t>
      </w:r>
      <w:r>
        <w:rPr>
          <w:rFonts w:ascii="宋体" w:hAnsi="宋体" w:cs="宋体"/>
          <w:spacing w:val="4"/>
        </w:rPr>
        <w:t>1</w:t>
      </w:r>
      <w:r>
        <w:rPr>
          <w:rFonts w:ascii="宋体" w:hAnsi="宋体" w:cs="宋体" w:hint="eastAsia"/>
          <w:spacing w:val="4"/>
        </w:rPr>
        <w:t>分）④罗贯中（</w:t>
      </w:r>
      <w:r>
        <w:rPr>
          <w:rFonts w:ascii="宋体" w:hAnsi="宋体" w:cs="宋体"/>
          <w:spacing w:val="4"/>
        </w:rPr>
        <w:t>1</w:t>
      </w:r>
      <w:r>
        <w:rPr>
          <w:rFonts w:ascii="宋体" w:hAnsi="宋体" w:cs="宋体" w:hint="eastAsia"/>
          <w:spacing w:val="4"/>
        </w:rPr>
        <w:t>分）⑤白（</w:t>
      </w:r>
      <w:r>
        <w:rPr>
          <w:rFonts w:ascii="宋体" w:hAnsi="宋体" w:cs="宋体"/>
          <w:spacing w:val="4"/>
        </w:rPr>
        <w:t>1</w:t>
      </w:r>
      <w:r>
        <w:rPr>
          <w:rFonts w:ascii="宋体" w:hAnsi="宋体" w:cs="宋体" w:hint="eastAsia"/>
          <w:spacing w:val="4"/>
        </w:rPr>
        <w:t>分）</w:t>
      </w:r>
    </w:p>
    <w:p w:rsidR="00F47D43" w:rsidRDefault="00F47D43">
      <w:pPr>
        <w:spacing w:line="360" w:lineRule="auto"/>
        <w:rPr>
          <w:spacing w:val="4"/>
        </w:rPr>
      </w:pPr>
      <w:r>
        <w:rPr>
          <w:rFonts w:ascii="黑体" w:eastAsia="黑体" w:hAnsi="宋体" w:hint="eastAsia"/>
          <w:b/>
        </w:rPr>
        <w:t>二、文言文阅读</w:t>
      </w:r>
      <w:r>
        <w:rPr>
          <w:rFonts w:ascii="宋体" w:hAnsi="宋体" w:hint="eastAsia"/>
        </w:rPr>
        <w:t>（共</w:t>
      </w:r>
      <w:r>
        <w:rPr>
          <w:rFonts w:ascii="宋体" w:hAnsi="宋体"/>
        </w:rPr>
        <w:t>12</w:t>
      </w:r>
      <w:r>
        <w:rPr>
          <w:rFonts w:ascii="宋体" w:hAnsi="宋体" w:hint="eastAsia"/>
        </w:rPr>
        <w:t>分）</w:t>
      </w:r>
    </w:p>
    <w:p w:rsidR="00F47D43" w:rsidRDefault="00F47D43" w:rsidP="00174974">
      <w:pPr>
        <w:spacing w:line="360" w:lineRule="auto"/>
        <w:rPr>
          <w:rFonts w:ascii="宋体"/>
        </w:rPr>
      </w:pPr>
      <w:r>
        <w:rPr>
          <w:rFonts w:ascii="宋体" w:hAnsi="宋体"/>
          <w:szCs w:val="21"/>
        </w:rPr>
        <w:t>5</w:t>
      </w:r>
      <w:r>
        <w:rPr>
          <w:rFonts w:ascii="宋体"/>
          <w:szCs w:val="21"/>
        </w:rPr>
        <w:t>.</w:t>
      </w:r>
      <w:r>
        <w:rPr>
          <w:rFonts w:ascii="宋体" w:hAnsi="宋体"/>
        </w:rPr>
        <w:t>C</w:t>
      </w:r>
      <w:bookmarkStart w:id="0" w:name="_GoBack"/>
      <w:bookmarkEnd w:id="0"/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F47D43" w:rsidRDefault="00F47D43" w:rsidP="0046492D">
      <w:pPr>
        <w:spacing w:line="360" w:lineRule="auto"/>
        <w:rPr>
          <w:rFonts w:ascii="宋体"/>
        </w:rPr>
      </w:pPr>
      <w:r>
        <w:rPr>
          <w:rFonts w:ascii="宋体" w:hAnsi="宋体"/>
          <w:szCs w:val="21"/>
        </w:rPr>
        <w:t>6</w:t>
      </w:r>
      <w:r>
        <w:rPr>
          <w:rFonts w:ascii="宋体"/>
          <w:szCs w:val="21"/>
        </w:rPr>
        <w:t>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）完成</w:t>
      </w:r>
      <w:r>
        <w:rPr>
          <w:rFonts w:ascii="宋体" w:hAnsi="宋体"/>
        </w:rPr>
        <w:t>(1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）称为（叫，叫做）（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分）</w:t>
      </w:r>
    </w:p>
    <w:p w:rsidR="00F47D43" w:rsidRDefault="00F47D43" w:rsidP="00AA1D30">
      <w:pPr>
        <w:spacing w:line="360" w:lineRule="auto"/>
        <w:rPr>
          <w:rFonts w:ascii="宋体"/>
        </w:rPr>
      </w:pPr>
      <w:r>
        <w:rPr>
          <w:rFonts w:ascii="宋体" w:hAnsi="宋体"/>
        </w:rPr>
        <w:t>7</w:t>
      </w:r>
      <w:r>
        <w:rPr>
          <w:rFonts w:ascii="宋体"/>
        </w:rPr>
        <w:t>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）用纸条给它做标记。</w:t>
      </w:r>
      <w:r>
        <w:rPr>
          <w:rFonts w:ascii="宋体" w:hAnsi="宋体"/>
        </w:rPr>
        <w:t>(2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</w:p>
    <w:p w:rsidR="00F47D43" w:rsidRDefault="00F47D43" w:rsidP="00CF36A2">
      <w:pPr>
        <w:spacing w:line="360" w:lineRule="auto"/>
        <w:ind w:firstLineChars="100" w:firstLine="31680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）天下的书籍（于是）就多了起来。（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F47D43" w:rsidRDefault="00F47D43" w:rsidP="0087642C">
      <w:pPr>
        <w:spacing w:line="360" w:lineRule="auto"/>
        <w:rPr>
          <w:rFonts w:ascii="宋体"/>
        </w:rPr>
      </w:pPr>
      <w:r>
        <w:rPr>
          <w:rFonts w:ascii="宋体" w:hAnsi="宋体"/>
        </w:rPr>
        <w:t>8</w:t>
      </w:r>
      <w:r>
        <w:rPr>
          <w:rFonts w:ascii="宋体"/>
        </w:rPr>
        <w:t>.</w:t>
      </w:r>
      <w:r w:rsidRPr="00A41DDC">
        <w:rPr>
          <w:rFonts w:ascii="宋体" w:hAnsi="宋体" w:hint="eastAsia"/>
        </w:rPr>
        <w:t>（</w:t>
      </w:r>
      <w:r w:rsidRPr="00A41DDC">
        <w:rPr>
          <w:rFonts w:ascii="宋体" w:hAnsi="宋体"/>
        </w:rPr>
        <w:t>1</w:t>
      </w:r>
      <w:r w:rsidRPr="00A41DDC">
        <w:rPr>
          <w:rFonts w:ascii="宋体" w:hAnsi="宋体" w:hint="eastAsia"/>
        </w:rPr>
        <w:t>）</w:t>
      </w:r>
      <w:r>
        <w:rPr>
          <w:rFonts w:ascii="宋体" w:hAnsi="宋体" w:hint="eastAsia"/>
        </w:rPr>
        <w:t>字印活（字活，字模活）（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分）</w:t>
      </w:r>
    </w:p>
    <w:p w:rsidR="00F47D43" w:rsidRDefault="00F47D43" w:rsidP="00CF36A2">
      <w:pPr>
        <w:spacing w:line="360" w:lineRule="auto"/>
        <w:ind w:firstLineChars="100" w:firstLine="31680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）印刷活（备版活、字印数目活）（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分）</w:t>
      </w:r>
    </w:p>
    <w:p w:rsidR="00F47D43" w:rsidRDefault="00F47D43" w:rsidP="00CF36A2">
      <w:pPr>
        <w:spacing w:line="360" w:lineRule="auto"/>
        <w:ind w:firstLineChars="100" w:firstLine="31680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</w:t>
      </w:r>
      <w:r w:rsidRPr="00FF3A99">
        <w:rPr>
          <w:rFonts w:ascii="宋体" w:hAnsi="宋体" w:hint="eastAsia"/>
        </w:rPr>
        <w:t>学者艰于传录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分）</w:t>
      </w:r>
    </w:p>
    <w:p w:rsidR="00F47D43" w:rsidRPr="0023574E" w:rsidRDefault="00F47D43" w:rsidP="00CF36A2">
      <w:pPr>
        <w:spacing w:line="360" w:lineRule="auto"/>
        <w:ind w:firstLineChars="100" w:firstLine="31680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）</w:t>
      </w:r>
      <w:r w:rsidRPr="000B27DC">
        <w:rPr>
          <w:rFonts w:ascii="宋体" w:hAnsi="宋体" w:hint="eastAsia"/>
        </w:rPr>
        <w:t>人皆惮其工费</w:t>
      </w:r>
      <w:r>
        <w:rPr>
          <w:rFonts w:ascii="宋体" w:hAnsi="宋体"/>
        </w:rPr>
        <w:t>(</w:t>
      </w:r>
      <w:r w:rsidRPr="000B27DC">
        <w:rPr>
          <w:rFonts w:ascii="宋体" w:hAnsi="宋体" w:hint="eastAsia"/>
        </w:rPr>
        <w:t>板木工匠，所费甚多</w:t>
      </w:r>
      <w:r>
        <w:rPr>
          <w:rFonts w:ascii="宋体" w:hAnsi="宋体" w:hint="eastAsia"/>
        </w:rPr>
        <w:t>；</w:t>
      </w:r>
      <w:r w:rsidRPr="000B27DC">
        <w:rPr>
          <w:rFonts w:ascii="宋体" w:hAnsi="宋体" w:hint="eastAsia"/>
        </w:rPr>
        <w:t>功力不及，数载难成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分）</w:t>
      </w:r>
    </w:p>
    <w:p w:rsidR="00F47D43" w:rsidRDefault="00F47D43" w:rsidP="008C6BBD">
      <w:pPr>
        <w:numPr>
          <w:ilvl w:val="0"/>
          <w:numId w:val="5"/>
        </w:numPr>
        <w:spacing w:line="360" w:lineRule="auto"/>
        <w:jc w:val="left"/>
        <w:rPr>
          <w:rFonts w:ascii="宋体"/>
          <w:szCs w:val="21"/>
        </w:rPr>
      </w:pPr>
      <w:r>
        <w:rPr>
          <w:rFonts w:ascii="黑体" w:eastAsia="黑体" w:hAnsi="华文宋体" w:hint="eastAsia"/>
          <w:b/>
          <w:szCs w:val="21"/>
        </w:rPr>
        <w:t>现代文阅读</w:t>
      </w:r>
      <w:r>
        <w:rPr>
          <w:rFonts w:ascii="宋体" w:hAnsi="宋体" w:hint="eastAsia"/>
          <w:szCs w:val="21"/>
        </w:rPr>
        <w:t>（共</w:t>
      </w:r>
      <w:r>
        <w:rPr>
          <w:rFonts w:ascii="宋体" w:hAnsi="宋体"/>
          <w:szCs w:val="21"/>
        </w:rPr>
        <w:t>36</w:t>
      </w:r>
      <w:r>
        <w:rPr>
          <w:rFonts w:ascii="宋体" w:hAnsi="宋体" w:hint="eastAsia"/>
          <w:szCs w:val="21"/>
        </w:rPr>
        <w:t>分）</w:t>
      </w:r>
    </w:p>
    <w:p w:rsidR="00F47D43" w:rsidRPr="00512F6A" w:rsidRDefault="00F47D43">
      <w:pPr>
        <w:spacing w:line="360" w:lineRule="auto"/>
        <w:jc w:val="left"/>
        <w:rPr>
          <w:rFonts w:ascii="宋体"/>
          <w:szCs w:val="21"/>
        </w:rPr>
      </w:pPr>
      <w:r w:rsidRPr="00512F6A">
        <w:rPr>
          <w:rFonts w:ascii="宋体" w:hAnsi="宋体" w:hint="eastAsia"/>
          <w:b/>
          <w:bCs/>
        </w:rPr>
        <w:t>（一）</w:t>
      </w:r>
      <w:r w:rsidRPr="00512F6A">
        <w:rPr>
          <w:rFonts w:ascii="宋体" w:hAnsi="宋体" w:hint="eastAsia"/>
        </w:rPr>
        <w:t>（共</w:t>
      </w:r>
      <w:r w:rsidRPr="00512F6A">
        <w:rPr>
          <w:rFonts w:ascii="宋体" w:hAnsi="宋体"/>
        </w:rPr>
        <w:t>1</w:t>
      </w:r>
      <w:r>
        <w:rPr>
          <w:rFonts w:ascii="宋体" w:hAnsi="宋体"/>
        </w:rPr>
        <w:t>6</w:t>
      </w:r>
      <w:r w:rsidRPr="00512F6A">
        <w:rPr>
          <w:rFonts w:ascii="宋体" w:hAnsi="宋体" w:hint="eastAsia"/>
        </w:rPr>
        <w:t>分）</w:t>
      </w:r>
    </w:p>
    <w:p w:rsidR="00F47D43" w:rsidRPr="005E0BC0" w:rsidRDefault="00F47D43" w:rsidP="005E0BC0">
      <w:pPr>
        <w:spacing w:line="360" w:lineRule="auto"/>
        <w:rPr>
          <w:rFonts w:ascii="黑体" w:eastAsia="黑体" w:hAnsi="黑体"/>
        </w:rPr>
      </w:pPr>
      <w:r>
        <w:rPr>
          <w:rFonts w:ascii="宋体" w:hAnsi="宋体"/>
        </w:rPr>
        <w:t xml:space="preserve">9. </w:t>
      </w:r>
      <w:r w:rsidRPr="005E0BC0">
        <w:rPr>
          <w:rFonts w:ascii="黑体" w:eastAsia="黑体" w:hAnsi="黑体" w:hint="eastAsia"/>
        </w:rPr>
        <w:t>答案示例：</w:t>
      </w:r>
    </w:p>
    <w:p w:rsidR="00F47D43" w:rsidRPr="009F30D2" w:rsidRDefault="00F47D43" w:rsidP="00CF36A2">
      <w:pPr>
        <w:spacing w:line="360" w:lineRule="auto"/>
        <w:ind w:firstLineChars="150" w:firstLine="31680"/>
        <w:rPr>
          <w:rFonts w:ascii="宋体"/>
        </w:rPr>
      </w:pPr>
      <w:r w:rsidRPr="009F30D2">
        <w:rPr>
          <w:rFonts w:ascii="宋体" w:hAnsi="宋体" w:hint="eastAsia"/>
        </w:rPr>
        <w:t>（</w:t>
      </w:r>
      <w:r w:rsidRPr="009F30D2">
        <w:rPr>
          <w:rFonts w:ascii="宋体" w:hAnsi="宋体"/>
        </w:rPr>
        <w:t>1</w:t>
      </w:r>
      <w:r w:rsidRPr="009F30D2">
        <w:rPr>
          <w:rFonts w:ascii="宋体" w:hAnsi="宋体" w:hint="eastAsia"/>
        </w:rPr>
        <w:t>）将军战功卓著，步步晋升，</w:t>
      </w:r>
      <w:r>
        <w:rPr>
          <w:rFonts w:ascii="宋体" w:hAnsi="宋体" w:hint="eastAsia"/>
        </w:rPr>
        <w:t>升任</w:t>
      </w:r>
      <w:r w:rsidRPr="009F30D2">
        <w:rPr>
          <w:rFonts w:ascii="宋体" w:hAnsi="宋体"/>
        </w:rPr>
        <w:t>200</w:t>
      </w:r>
      <w:r w:rsidRPr="009F30D2">
        <w:rPr>
          <w:rFonts w:ascii="宋体" w:hAnsi="宋体" w:hint="eastAsia"/>
        </w:rPr>
        <w:t>师师长，身先士卒，治军有方。</w:t>
      </w:r>
      <w:r w:rsidRPr="009F30D2">
        <w:rPr>
          <w:rFonts w:ascii="宋体" w:hAnsi="宋体"/>
        </w:rPr>
        <w:t xml:space="preserve"> (</w:t>
      </w:r>
      <w:r>
        <w:rPr>
          <w:rFonts w:ascii="宋体" w:hAnsi="宋体" w:hint="eastAsia"/>
        </w:rPr>
        <w:t>治军有方</w:t>
      </w:r>
      <w:r w:rsidRPr="009F30D2">
        <w:rPr>
          <w:rFonts w:ascii="宋体" w:hAnsi="宋体"/>
        </w:rPr>
        <w:t xml:space="preserve">) </w:t>
      </w:r>
    </w:p>
    <w:p w:rsidR="00F47D43" w:rsidRPr="009F30D2" w:rsidRDefault="00F47D43" w:rsidP="009F30D2">
      <w:pPr>
        <w:spacing w:line="360" w:lineRule="auto"/>
        <w:rPr>
          <w:rFonts w:ascii="宋体"/>
        </w:rPr>
      </w:pPr>
      <w:r w:rsidRPr="009F30D2">
        <w:rPr>
          <w:rFonts w:ascii="宋体" w:hAnsi="宋体" w:hint="eastAsia"/>
        </w:rPr>
        <w:t>（</w:t>
      </w:r>
      <w:r w:rsidRPr="009F30D2">
        <w:rPr>
          <w:rFonts w:ascii="宋体" w:hAnsi="宋体"/>
        </w:rPr>
        <w:t>2</w:t>
      </w:r>
      <w:r w:rsidRPr="009F30D2">
        <w:rPr>
          <w:rFonts w:ascii="宋体" w:hAnsi="宋体" w:hint="eastAsia"/>
        </w:rPr>
        <w:t>）将军率</w:t>
      </w:r>
      <w:r w:rsidRPr="009F30D2">
        <w:rPr>
          <w:rFonts w:ascii="宋体" w:hAnsi="宋体"/>
        </w:rPr>
        <w:t>200</w:t>
      </w:r>
      <w:r w:rsidRPr="009F30D2">
        <w:rPr>
          <w:rFonts w:ascii="宋体" w:hAnsi="宋体" w:hint="eastAsia"/>
        </w:rPr>
        <w:t>师奉命镇守昆仑关，</w:t>
      </w:r>
      <w:r>
        <w:rPr>
          <w:rFonts w:ascii="宋体" w:hAnsi="宋体" w:hint="eastAsia"/>
        </w:rPr>
        <w:t>与</w:t>
      </w:r>
      <w:r w:rsidRPr="009F30D2">
        <w:rPr>
          <w:rFonts w:ascii="宋体" w:hAnsi="宋体" w:hint="eastAsia"/>
        </w:rPr>
        <w:t>日军</w:t>
      </w:r>
      <w:r>
        <w:rPr>
          <w:rFonts w:ascii="宋体" w:hAnsi="宋体" w:hint="eastAsia"/>
        </w:rPr>
        <w:t>苦战，赢得胜利。（昆仑关大捷</w:t>
      </w:r>
      <w:r w:rsidRPr="009F30D2">
        <w:rPr>
          <w:rFonts w:ascii="宋体" w:hAnsi="宋体" w:hint="eastAsia"/>
        </w:rPr>
        <w:t>）</w:t>
      </w:r>
    </w:p>
    <w:p w:rsidR="00F47D43" w:rsidRPr="009F30D2" w:rsidRDefault="00F47D43" w:rsidP="00CF36A2">
      <w:pPr>
        <w:spacing w:line="360" w:lineRule="auto"/>
        <w:ind w:firstLineChars="150" w:firstLine="31680"/>
        <w:rPr>
          <w:rFonts w:ascii="宋体"/>
        </w:rPr>
      </w:pPr>
      <w:r w:rsidRPr="009F30D2">
        <w:rPr>
          <w:rFonts w:ascii="宋体" w:hAnsi="宋体" w:hint="eastAsia"/>
        </w:rPr>
        <w:t>（</w:t>
      </w:r>
      <w:r w:rsidRPr="009F30D2">
        <w:rPr>
          <w:rFonts w:ascii="宋体" w:hAnsi="宋体"/>
        </w:rPr>
        <w:t>3</w:t>
      </w:r>
      <w:r w:rsidRPr="009F30D2">
        <w:rPr>
          <w:rFonts w:ascii="宋体" w:hAnsi="宋体" w:hint="eastAsia"/>
        </w:rPr>
        <w:t>）将军指挥军队在同古顽强阻击数倍与己的日军精锐部队，</w:t>
      </w:r>
      <w:r>
        <w:rPr>
          <w:rFonts w:ascii="宋体" w:hAnsi="宋体" w:hint="eastAsia"/>
        </w:rPr>
        <w:t>同古城安如磐石。（誓死守卫同古</w:t>
      </w:r>
      <w:r w:rsidRPr="009F30D2">
        <w:rPr>
          <w:rFonts w:ascii="宋体" w:hAnsi="宋体" w:hint="eastAsia"/>
        </w:rPr>
        <w:t>）</w:t>
      </w:r>
    </w:p>
    <w:p w:rsidR="00F47D43" w:rsidRDefault="00F47D43" w:rsidP="00CF36A2">
      <w:pPr>
        <w:spacing w:line="360" w:lineRule="auto"/>
        <w:ind w:firstLineChars="150" w:firstLine="31680"/>
        <w:rPr>
          <w:rFonts w:ascii="宋体"/>
        </w:rPr>
      </w:pPr>
      <w:r w:rsidRPr="009F30D2">
        <w:rPr>
          <w:rFonts w:ascii="宋体" w:hAnsi="宋体" w:hint="eastAsia"/>
        </w:rPr>
        <w:t>（</w:t>
      </w:r>
      <w:r w:rsidRPr="009F30D2">
        <w:rPr>
          <w:rFonts w:ascii="宋体" w:hAnsi="宋体"/>
        </w:rPr>
        <w:t>4</w:t>
      </w:r>
      <w:r w:rsidRPr="009F30D2">
        <w:rPr>
          <w:rFonts w:ascii="宋体" w:hAnsi="宋体" w:hint="eastAsia"/>
        </w:rPr>
        <w:t>）将军欲率余部突出日军封锁线回国，途中不幸受伤牺牲。（</w:t>
      </w:r>
      <w:r>
        <w:rPr>
          <w:rFonts w:ascii="宋体" w:hAnsi="宋体" w:hint="eastAsia"/>
        </w:rPr>
        <w:t>以身殉国</w:t>
      </w:r>
      <w:r w:rsidRPr="009F30D2">
        <w:rPr>
          <w:rFonts w:ascii="宋体" w:hAnsi="宋体" w:hint="eastAsia"/>
        </w:rPr>
        <w:t>）</w:t>
      </w:r>
    </w:p>
    <w:p w:rsidR="00F47D43" w:rsidRPr="005E0BC0" w:rsidRDefault="00F47D43" w:rsidP="00CF36A2">
      <w:pPr>
        <w:spacing w:line="360" w:lineRule="auto"/>
        <w:ind w:firstLineChars="150" w:firstLine="31680"/>
        <w:rPr>
          <w:rFonts w:ascii="黑体" w:eastAsia="黑体" w:hAnsi="黑体"/>
        </w:rPr>
      </w:pPr>
      <w:r w:rsidRPr="005E0BC0">
        <w:rPr>
          <w:rFonts w:ascii="黑体" w:eastAsia="黑体" w:hAnsi="黑体" w:hint="eastAsia"/>
        </w:rPr>
        <w:t>（共</w:t>
      </w:r>
      <w:r w:rsidRPr="005E0BC0">
        <w:rPr>
          <w:rFonts w:ascii="黑体" w:eastAsia="黑体" w:hAnsi="黑体"/>
        </w:rPr>
        <w:t>4</w:t>
      </w:r>
      <w:r w:rsidRPr="005E0BC0">
        <w:rPr>
          <w:rFonts w:ascii="黑体" w:eastAsia="黑体" w:hAnsi="黑体" w:hint="eastAsia"/>
        </w:rPr>
        <w:t>分。每空</w:t>
      </w:r>
      <w:r w:rsidRPr="005E0BC0">
        <w:rPr>
          <w:rFonts w:ascii="黑体" w:eastAsia="黑体" w:hAnsi="黑体"/>
        </w:rPr>
        <w:t>1</w:t>
      </w:r>
      <w:r w:rsidRPr="005E0BC0">
        <w:rPr>
          <w:rFonts w:ascii="黑体" w:eastAsia="黑体" w:hAnsi="黑体" w:hint="eastAsia"/>
        </w:rPr>
        <w:t>分，答出要点</w:t>
      </w:r>
      <w:r>
        <w:rPr>
          <w:rFonts w:ascii="黑体" w:eastAsia="黑体" w:hAnsi="黑体" w:hint="eastAsia"/>
        </w:rPr>
        <w:t>，意思对</w:t>
      </w:r>
      <w:r w:rsidRPr="005E0BC0">
        <w:rPr>
          <w:rFonts w:ascii="黑体" w:eastAsia="黑体" w:hAnsi="黑体" w:hint="eastAsia"/>
        </w:rPr>
        <w:t>即可。）</w:t>
      </w:r>
    </w:p>
    <w:p w:rsidR="00F47D43" w:rsidRDefault="00F47D43" w:rsidP="00715E43">
      <w:pPr>
        <w:spacing w:line="360" w:lineRule="auto"/>
        <w:rPr>
          <w:rFonts w:ascii="黑体" w:eastAsia="黑体" w:hAnsi="黑体"/>
        </w:rPr>
      </w:pPr>
      <w:r>
        <w:rPr>
          <w:rFonts w:ascii="宋体" w:hAnsi="宋体"/>
        </w:rPr>
        <w:t>1</w:t>
      </w:r>
      <w:r>
        <w:rPr>
          <w:rFonts w:ascii="宋体"/>
        </w:rPr>
        <w:t>0.</w:t>
      </w:r>
      <w:r w:rsidRPr="00D06FCB">
        <w:rPr>
          <w:rFonts w:ascii="黑体" w:eastAsia="黑体" w:hAnsi="黑体" w:hint="eastAsia"/>
        </w:rPr>
        <w:t>答案</w:t>
      </w:r>
      <w:r>
        <w:rPr>
          <w:rFonts w:ascii="黑体" w:eastAsia="黑体" w:hAnsi="黑体" w:hint="eastAsia"/>
        </w:rPr>
        <w:t>示例</w:t>
      </w:r>
      <w:r w:rsidRPr="00D06FCB">
        <w:rPr>
          <w:rFonts w:ascii="黑体" w:eastAsia="黑体" w:hAnsi="黑体" w:hint="eastAsia"/>
        </w:rPr>
        <w:t>：</w:t>
      </w:r>
    </w:p>
    <w:p w:rsidR="00F47D43" w:rsidRPr="00456BE0" w:rsidRDefault="00F47D43" w:rsidP="00CF36A2">
      <w:pPr>
        <w:spacing w:line="360" w:lineRule="auto"/>
        <w:ind w:firstLineChars="400" w:firstLine="31680"/>
        <w:rPr>
          <w:rFonts w:ascii="宋体"/>
        </w:rPr>
      </w:pPr>
      <w:r>
        <w:rPr>
          <w:rFonts w:ascii="宋体" w:hAnsi="宋体" w:hint="eastAsia"/>
        </w:rPr>
        <w:t>第</w:t>
      </w:r>
      <w:r w:rsidRPr="00A6570A">
        <w:rPr>
          <w:rFonts w:ascii="宋体" w:hAnsi="宋体" w:hint="eastAsia"/>
        </w:rPr>
        <w:t>⑨段</w:t>
      </w:r>
      <w:r>
        <w:rPr>
          <w:rFonts w:ascii="宋体" w:hAnsi="宋体" w:hint="eastAsia"/>
        </w:rPr>
        <w:t>通过记叙</w:t>
      </w:r>
      <w:r w:rsidRPr="00A6570A">
        <w:rPr>
          <w:rFonts w:ascii="宋体" w:hAnsi="宋体" w:hint="eastAsia"/>
        </w:rPr>
        <w:t>将军的遗书</w:t>
      </w:r>
      <w:r>
        <w:rPr>
          <w:rFonts w:ascii="宋体" w:hAnsi="宋体" w:hint="eastAsia"/>
        </w:rPr>
        <w:t>，将军给子女命名，将军善待妻子；不仅</w:t>
      </w:r>
      <w:r w:rsidRPr="00A6570A">
        <w:rPr>
          <w:rFonts w:ascii="宋体" w:hAnsi="宋体" w:hint="eastAsia"/>
        </w:rPr>
        <w:t>揭示</w:t>
      </w:r>
      <w:r>
        <w:rPr>
          <w:rFonts w:ascii="宋体" w:hAnsi="宋体" w:hint="eastAsia"/>
        </w:rPr>
        <w:t>出</w:t>
      </w:r>
      <w:r w:rsidRPr="00A6570A">
        <w:rPr>
          <w:rFonts w:ascii="宋体" w:hAnsi="宋体" w:hint="eastAsia"/>
        </w:rPr>
        <w:t>将军的拳拳报国之心</w:t>
      </w:r>
      <w:r>
        <w:rPr>
          <w:rFonts w:ascii="宋体" w:hAnsi="宋体" w:hint="eastAsia"/>
        </w:rPr>
        <w:t>；而且也可见出</w:t>
      </w:r>
      <w:r w:rsidRPr="00A6570A">
        <w:rPr>
          <w:rFonts w:ascii="宋体" w:hAnsi="宋体" w:hint="eastAsia"/>
        </w:rPr>
        <w:t>他对</w:t>
      </w:r>
      <w:r>
        <w:rPr>
          <w:rFonts w:ascii="宋体" w:hAnsi="宋体" w:hint="eastAsia"/>
        </w:rPr>
        <w:t>家人</w:t>
      </w:r>
      <w:r w:rsidRPr="00A6570A">
        <w:rPr>
          <w:rFonts w:ascii="宋体" w:hAnsi="宋体" w:hint="eastAsia"/>
        </w:rPr>
        <w:t>的牵挂和爱；使将军形象更为丰满感人。</w:t>
      </w:r>
      <w:r w:rsidRPr="00472317">
        <w:rPr>
          <w:rFonts w:ascii="黑体" w:eastAsia="黑体" w:hAnsi="黑体" w:hint="eastAsia"/>
        </w:rPr>
        <w:t>（共</w:t>
      </w:r>
      <w:r w:rsidRPr="00472317">
        <w:rPr>
          <w:rFonts w:ascii="黑体" w:eastAsia="黑体" w:hAnsi="黑体"/>
        </w:rPr>
        <w:t>3</w:t>
      </w:r>
      <w:r w:rsidRPr="00472317">
        <w:rPr>
          <w:rFonts w:ascii="黑体" w:eastAsia="黑体" w:hAnsi="黑体" w:hint="eastAsia"/>
        </w:rPr>
        <w:t>分。内容</w:t>
      </w:r>
      <w:r>
        <w:rPr>
          <w:rFonts w:ascii="黑体" w:eastAsia="黑体" w:hAnsi="黑体"/>
        </w:rPr>
        <w:t>1</w:t>
      </w:r>
      <w:r w:rsidRPr="00472317">
        <w:rPr>
          <w:rFonts w:ascii="黑体" w:eastAsia="黑体" w:hAnsi="黑体" w:hint="eastAsia"/>
        </w:rPr>
        <w:t>分，</w:t>
      </w:r>
      <w:r>
        <w:rPr>
          <w:rFonts w:ascii="黑体" w:eastAsia="黑体" w:hAnsi="黑体" w:hint="eastAsia"/>
        </w:rPr>
        <w:t>作用</w:t>
      </w:r>
      <w:r>
        <w:rPr>
          <w:rFonts w:ascii="黑体" w:eastAsia="黑体" w:hAnsi="黑体"/>
        </w:rPr>
        <w:t>2</w:t>
      </w:r>
      <w:r w:rsidRPr="00472317">
        <w:rPr>
          <w:rFonts w:ascii="黑体" w:eastAsia="黑体" w:hAnsi="黑体" w:hint="eastAsia"/>
        </w:rPr>
        <w:t>分。）</w:t>
      </w:r>
    </w:p>
    <w:p w:rsidR="00F47D43" w:rsidRDefault="00F47D43" w:rsidP="00082D9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ascii="宋体"/>
          <w:szCs w:val="21"/>
        </w:rPr>
        <w:t>.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甲（共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分。）</w:t>
      </w:r>
    </w:p>
    <w:p w:rsidR="00F47D43" w:rsidRDefault="00F47D43" w:rsidP="0079468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ascii="宋体" w:hAnsi="宋体" w:hint="eastAsia"/>
          <w:szCs w:val="21"/>
        </w:rPr>
        <w:t>略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共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分。</w:t>
      </w:r>
      <w:r>
        <w:rPr>
          <w:rFonts w:ascii="宋体" w:hAnsi="宋体"/>
          <w:szCs w:val="21"/>
        </w:rPr>
        <w:t>)</w:t>
      </w:r>
    </w:p>
    <w:p w:rsidR="00F47D43" w:rsidRDefault="00F47D43" w:rsidP="00082D9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13.</w:t>
      </w:r>
      <w:r w:rsidRPr="005C39B5">
        <w:rPr>
          <w:rFonts w:ascii="黑体" w:eastAsia="黑体" w:hAnsi="黑体" w:hint="eastAsia"/>
          <w:szCs w:val="21"/>
        </w:rPr>
        <w:t>答案示例一</w:t>
      </w:r>
      <w:r>
        <w:rPr>
          <w:rFonts w:ascii="宋体" w:hAnsi="宋体" w:hint="eastAsia"/>
          <w:szCs w:val="21"/>
        </w:rPr>
        <w:t>：</w:t>
      </w:r>
    </w:p>
    <w:p w:rsidR="00F47D43" w:rsidRPr="007F6E7B" w:rsidRDefault="00F47D43" w:rsidP="00CF36A2">
      <w:pPr>
        <w:ind w:leftChars="200" w:left="31680" w:firstLineChars="150" w:firstLine="31680"/>
        <w:rPr>
          <w:rFonts w:ascii="宋体"/>
          <w:color w:val="000000"/>
          <w:szCs w:val="21"/>
        </w:rPr>
      </w:pPr>
      <w:r w:rsidRPr="007F6E7B">
        <w:rPr>
          <w:rFonts w:ascii="宋体" w:hAnsi="宋体" w:hint="eastAsia"/>
          <w:color w:val="000000"/>
          <w:szCs w:val="21"/>
        </w:rPr>
        <w:t>第⑥段</w:t>
      </w:r>
      <w:r>
        <w:rPr>
          <w:rFonts w:ascii="宋体" w:hAnsi="宋体" w:hint="eastAsia"/>
          <w:color w:val="000000"/>
          <w:szCs w:val="21"/>
        </w:rPr>
        <w:t>用“轮番轰炸”、“火海”等词语，写出战斗的惨烈，烘托将军的勇敢；</w:t>
      </w:r>
      <w:r w:rsidRPr="007F6E7B">
        <w:rPr>
          <w:rFonts w:ascii="宋体" w:hAnsi="宋体" w:hint="eastAsia"/>
          <w:color w:val="000000"/>
          <w:szCs w:val="21"/>
        </w:rPr>
        <w:t>用排比</w:t>
      </w:r>
      <w:r>
        <w:rPr>
          <w:rFonts w:ascii="宋体" w:hAnsi="宋体" w:hint="eastAsia"/>
          <w:color w:val="000000"/>
          <w:szCs w:val="21"/>
        </w:rPr>
        <w:t>描写我军</w:t>
      </w:r>
      <w:r w:rsidRPr="007F6E7B">
        <w:rPr>
          <w:rFonts w:ascii="宋体" w:hAnsi="宋体" w:hint="eastAsia"/>
          <w:color w:val="000000"/>
          <w:szCs w:val="21"/>
        </w:rPr>
        <w:t>灵活</w:t>
      </w:r>
      <w:r>
        <w:rPr>
          <w:rFonts w:ascii="宋体" w:hAnsi="宋体" w:hint="eastAsia"/>
          <w:color w:val="000000"/>
          <w:szCs w:val="21"/>
        </w:rPr>
        <w:t>机智地</w:t>
      </w:r>
      <w:r w:rsidRPr="007F6E7B">
        <w:rPr>
          <w:rFonts w:ascii="宋体" w:hAnsi="宋体" w:hint="eastAsia"/>
          <w:color w:val="000000"/>
          <w:szCs w:val="21"/>
        </w:rPr>
        <w:t>阻击敌人的炮轰</w:t>
      </w:r>
      <w:r>
        <w:rPr>
          <w:rFonts w:ascii="宋体" w:hAnsi="宋体" w:hint="eastAsia"/>
          <w:color w:val="000000"/>
          <w:szCs w:val="21"/>
        </w:rPr>
        <w:t>、</w:t>
      </w:r>
      <w:r w:rsidRPr="007F6E7B">
        <w:rPr>
          <w:rFonts w:ascii="宋体" w:hAnsi="宋体" w:hint="eastAsia"/>
          <w:color w:val="000000"/>
          <w:szCs w:val="21"/>
        </w:rPr>
        <w:t>步兵</w:t>
      </w:r>
      <w:r>
        <w:rPr>
          <w:rFonts w:ascii="宋体" w:hAnsi="宋体" w:hint="eastAsia"/>
          <w:color w:val="000000"/>
          <w:szCs w:val="21"/>
        </w:rPr>
        <w:t>等</w:t>
      </w:r>
      <w:r w:rsidRPr="007F6E7B">
        <w:rPr>
          <w:rFonts w:ascii="宋体" w:hAnsi="宋体" w:hint="eastAsia"/>
          <w:color w:val="000000"/>
          <w:szCs w:val="21"/>
        </w:rPr>
        <w:t>进攻，</w:t>
      </w:r>
      <w:r>
        <w:rPr>
          <w:rFonts w:ascii="宋体" w:hAnsi="宋体" w:hint="eastAsia"/>
          <w:color w:val="000000"/>
          <w:szCs w:val="21"/>
        </w:rPr>
        <w:t>彰显将军指挥的从容、有谋略；</w:t>
      </w:r>
      <w:r w:rsidRPr="007F6E7B">
        <w:rPr>
          <w:rFonts w:ascii="宋体" w:hAnsi="宋体" w:hint="eastAsia"/>
          <w:color w:val="000000"/>
          <w:szCs w:val="21"/>
        </w:rPr>
        <w:t>用动作“缓缓站起”</w:t>
      </w:r>
      <w:r>
        <w:rPr>
          <w:rFonts w:ascii="宋体" w:hAnsi="宋体" w:hint="eastAsia"/>
          <w:color w:val="000000"/>
          <w:szCs w:val="21"/>
        </w:rPr>
        <w:t>，</w:t>
      </w:r>
      <w:r w:rsidRPr="007F6E7B">
        <w:rPr>
          <w:rFonts w:ascii="宋体" w:hAnsi="宋体" w:hint="eastAsia"/>
          <w:color w:val="000000"/>
          <w:szCs w:val="21"/>
        </w:rPr>
        <w:t>语言“余战死，以副师长代理</w:t>
      </w:r>
      <w:r w:rsidRPr="007F6E7B">
        <w:rPr>
          <w:rFonts w:ascii="宋体" w:hint="eastAsia"/>
          <w:color w:val="000000"/>
          <w:szCs w:val="21"/>
        </w:rPr>
        <w:t>……</w:t>
      </w:r>
      <w:r w:rsidRPr="007F6E7B">
        <w:rPr>
          <w:rFonts w:ascii="宋体" w:hAnsi="宋体" w:hint="eastAsia"/>
          <w:color w:val="000000"/>
          <w:szCs w:val="21"/>
        </w:rPr>
        <w:t>”</w:t>
      </w:r>
      <w:r w:rsidRPr="007F6E7B"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表明</w:t>
      </w:r>
      <w:r w:rsidRPr="007F6E7B">
        <w:rPr>
          <w:rFonts w:ascii="宋体" w:hAnsi="宋体" w:hint="eastAsia"/>
          <w:color w:val="000000"/>
          <w:szCs w:val="21"/>
        </w:rPr>
        <w:t>将军</w:t>
      </w:r>
      <w:r>
        <w:rPr>
          <w:rFonts w:ascii="宋体" w:hAnsi="宋体" w:hint="eastAsia"/>
          <w:color w:val="000000"/>
          <w:szCs w:val="21"/>
        </w:rPr>
        <w:t>以死报国的决心。这一切写出了将军的智勇双全，从容有大将风度，不惜为国战死沙场，</w:t>
      </w:r>
      <w:r w:rsidRPr="007F6E7B">
        <w:rPr>
          <w:rFonts w:ascii="宋体" w:hAnsi="宋体" w:hint="eastAsia"/>
          <w:color w:val="000000"/>
          <w:szCs w:val="21"/>
        </w:rPr>
        <w:t>感人</w:t>
      </w:r>
      <w:r>
        <w:rPr>
          <w:rFonts w:ascii="宋体" w:hAnsi="宋体" w:hint="eastAsia"/>
          <w:color w:val="000000"/>
          <w:szCs w:val="21"/>
        </w:rPr>
        <w:t>至深</w:t>
      </w:r>
      <w:r w:rsidRPr="007F6E7B">
        <w:rPr>
          <w:rFonts w:ascii="宋体" w:hAnsi="宋体" w:hint="eastAsia"/>
          <w:color w:val="000000"/>
          <w:szCs w:val="21"/>
        </w:rPr>
        <w:t>。</w:t>
      </w:r>
    </w:p>
    <w:p w:rsidR="00F47D43" w:rsidRPr="005B587C" w:rsidRDefault="00F47D43" w:rsidP="00CF36A2">
      <w:pPr>
        <w:ind w:leftChars="200" w:left="31680"/>
        <w:rPr>
          <w:rFonts w:ascii="黑体" w:eastAsia="黑体" w:hAnsi="黑体"/>
          <w:color w:val="000000"/>
          <w:szCs w:val="21"/>
        </w:rPr>
      </w:pPr>
      <w:r w:rsidRPr="005B587C">
        <w:rPr>
          <w:rFonts w:ascii="黑体" w:eastAsia="黑体" w:hAnsi="黑体" w:hint="eastAsia"/>
          <w:color w:val="000000"/>
          <w:szCs w:val="21"/>
        </w:rPr>
        <w:t>（共</w:t>
      </w:r>
      <w:r w:rsidRPr="005B587C">
        <w:rPr>
          <w:rFonts w:ascii="黑体" w:eastAsia="黑体" w:hAnsi="黑体"/>
          <w:color w:val="000000"/>
          <w:szCs w:val="21"/>
        </w:rPr>
        <w:t>5</w:t>
      </w:r>
      <w:r w:rsidRPr="005B587C">
        <w:rPr>
          <w:rFonts w:ascii="黑体" w:eastAsia="黑体" w:hAnsi="黑体" w:hint="eastAsia"/>
          <w:color w:val="000000"/>
          <w:szCs w:val="21"/>
        </w:rPr>
        <w:t>分</w:t>
      </w:r>
      <w:r>
        <w:rPr>
          <w:rFonts w:ascii="黑体" w:eastAsia="黑体" w:hAnsi="黑体" w:hint="eastAsia"/>
          <w:color w:val="000000"/>
          <w:szCs w:val="21"/>
        </w:rPr>
        <w:t>。</w:t>
      </w:r>
      <w:r w:rsidRPr="005B587C">
        <w:rPr>
          <w:rFonts w:ascii="黑体" w:eastAsia="黑体" w:hAnsi="黑体" w:hint="eastAsia"/>
          <w:color w:val="000000"/>
          <w:szCs w:val="21"/>
        </w:rPr>
        <w:t>适当结合原文语句</w:t>
      </w:r>
      <w:r w:rsidRPr="005B587C">
        <w:rPr>
          <w:rFonts w:ascii="黑体" w:eastAsia="黑体" w:hAnsi="黑体"/>
          <w:color w:val="000000"/>
          <w:szCs w:val="21"/>
        </w:rPr>
        <w:t>2</w:t>
      </w:r>
      <w:r w:rsidRPr="005B587C">
        <w:rPr>
          <w:rFonts w:ascii="黑体" w:eastAsia="黑体" w:hAnsi="黑体" w:hint="eastAsia"/>
          <w:color w:val="000000"/>
          <w:szCs w:val="21"/>
        </w:rPr>
        <w:t>分</w:t>
      </w:r>
      <w:r>
        <w:rPr>
          <w:rFonts w:ascii="黑体" w:eastAsia="黑体" w:hAnsi="黑体" w:hint="eastAsia"/>
          <w:color w:val="000000"/>
          <w:szCs w:val="21"/>
        </w:rPr>
        <w:t>；</w:t>
      </w:r>
      <w:r w:rsidRPr="005B587C">
        <w:rPr>
          <w:rFonts w:ascii="黑体" w:eastAsia="黑体" w:hAnsi="黑体" w:hint="eastAsia"/>
          <w:color w:val="000000"/>
          <w:szCs w:val="21"/>
        </w:rPr>
        <w:t>分析它们写出了将军的勇敢、从容、谋略、爱国</w:t>
      </w:r>
      <w:r>
        <w:rPr>
          <w:rFonts w:ascii="黑体" w:eastAsia="黑体" w:hAnsi="黑体"/>
          <w:color w:val="000000"/>
          <w:szCs w:val="21"/>
        </w:rPr>
        <w:t>4</w:t>
      </w:r>
      <w:r w:rsidRPr="005B587C">
        <w:rPr>
          <w:rFonts w:ascii="黑体" w:eastAsia="黑体" w:hAnsi="黑体" w:hint="eastAsia"/>
          <w:color w:val="000000"/>
          <w:szCs w:val="21"/>
        </w:rPr>
        <w:t>点中任意</w:t>
      </w:r>
      <w:r w:rsidRPr="005B587C">
        <w:rPr>
          <w:rFonts w:ascii="黑体" w:eastAsia="黑体" w:hAnsi="黑体"/>
          <w:color w:val="000000"/>
          <w:szCs w:val="21"/>
        </w:rPr>
        <w:t>3</w:t>
      </w:r>
      <w:r w:rsidRPr="005B587C">
        <w:rPr>
          <w:rFonts w:ascii="黑体" w:eastAsia="黑体" w:hAnsi="黑体" w:hint="eastAsia"/>
          <w:color w:val="000000"/>
          <w:szCs w:val="21"/>
        </w:rPr>
        <w:t>点</w:t>
      </w:r>
      <w:r>
        <w:rPr>
          <w:rFonts w:ascii="黑体" w:eastAsia="黑体" w:hAnsi="黑体" w:hint="eastAsia"/>
          <w:color w:val="000000"/>
          <w:szCs w:val="21"/>
        </w:rPr>
        <w:t>即可</w:t>
      </w:r>
      <w:r w:rsidRPr="005B587C">
        <w:rPr>
          <w:rFonts w:ascii="黑体" w:eastAsia="黑体" w:hAnsi="黑体" w:hint="eastAsia"/>
          <w:color w:val="000000"/>
          <w:szCs w:val="21"/>
        </w:rPr>
        <w:t>，每点</w:t>
      </w:r>
      <w:r w:rsidRPr="005B587C">
        <w:rPr>
          <w:rFonts w:ascii="黑体" w:eastAsia="黑体" w:hAnsi="黑体"/>
          <w:color w:val="000000"/>
          <w:szCs w:val="21"/>
        </w:rPr>
        <w:t>1</w:t>
      </w:r>
      <w:r w:rsidRPr="005B587C">
        <w:rPr>
          <w:rFonts w:ascii="黑体" w:eastAsia="黑体" w:hAnsi="黑体" w:hint="eastAsia"/>
          <w:color w:val="000000"/>
          <w:szCs w:val="21"/>
        </w:rPr>
        <w:t>分。</w:t>
      </w:r>
      <w:r w:rsidRPr="00963276">
        <w:rPr>
          <w:rFonts w:ascii="黑体" w:eastAsia="黑体" w:hAnsi="黑体" w:hint="eastAsia"/>
          <w:szCs w:val="21"/>
        </w:rPr>
        <w:t>超出字数限制不扣分</w:t>
      </w:r>
      <w:r>
        <w:rPr>
          <w:rFonts w:ascii="黑体" w:eastAsia="黑体" w:hAnsi="黑体" w:hint="eastAsia"/>
          <w:szCs w:val="21"/>
        </w:rPr>
        <w:t>。</w:t>
      </w:r>
      <w:r w:rsidRPr="005B587C">
        <w:rPr>
          <w:rFonts w:ascii="黑体" w:eastAsia="黑体" w:hAnsi="黑体" w:hint="eastAsia"/>
          <w:color w:val="000000"/>
          <w:szCs w:val="21"/>
        </w:rPr>
        <w:t>）</w:t>
      </w:r>
    </w:p>
    <w:p w:rsidR="00F47D43" w:rsidRPr="005C39B5" w:rsidRDefault="00F47D43" w:rsidP="00CF36A2">
      <w:pPr>
        <w:ind w:firstLineChars="150" w:firstLine="31680"/>
        <w:rPr>
          <w:rFonts w:ascii="黑体" w:eastAsia="黑体" w:hAnsi="黑体"/>
          <w:szCs w:val="21"/>
        </w:rPr>
      </w:pPr>
      <w:r w:rsidRPr="005C39B5">
        <w:rPr>
          <w:rFonts w:ascii="黑体" w:eastAsia="黑体" w:hAnsi="黑体" w:hint="eastAsia"/>
          <w:szCs w:val="21"/>
        </w:rPr>
        <w:t>答案示例二：</w:t>
      </w:r>
      <w:r w:rsidRPr="005C39B5">
        <w:rPr>
          <w:rFonts w:ascii="黑体" w:eastAsia="黑体" w:hAnsi="黑体"/>
          <w:szCs w:val="21"/>
        </w:rPr>
        <w:t xml:space="preserve"> </w:t>
      </w:r>
    </w:p>
    <w:p w:rsidR="00F47D43" w:rsidRDefault="00F47D43" w:rsidP="00CF36A2">
      <w:pPr>
        <w:ind w:leftChars="200" w:left="31680" w:firstLineChars="15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第⑧段用语言“我生为中华军人，死为中华雄鬼</w:t>
      </w:r>
      <w:r>
        <w:rPr>
          <w:rFonts w:ascii="宋体" w:hint="eastAsia"/>
          <w:szCs w:val="21"/>
        </w:rPr>
        <w:t>……</w:t>
      </w:r>
      <w:r>
        <w:rPr>
          <w:rFonts w:ascii="宋体" w:hAnsi="宋体" w:hint="eastAsia"/>
          <w:szCs w:val="21"/>
        </w:rPr>
        <w:t>”，揭示将军宁愿以死报国，决不苟且偷生的铮铮铁骨；用“</w:t>
      </w:r>
      <w:r w:rsidRPr="003866BE">
        <w:rPr>
          <w:rFonts w:ascii="宋体" w:hAnsi="宋体" w:hint="eastAsia"/>
          <w:szCs w:val="21"/>
        </w:rPr>
        <w:t>苍穹寂寥，月暗星稀</w:t>
      </w:r>
      <w:r>
        <w:rPr>
          <w:rFonts w:ascii="宋体" w:hint="eastAsia"/>
          <w:szCs w:val="21"/>
        </w:rPr>
        <w:t>……</w:t>
      </w:r>
      <w:r>
        <w:rPr>
          <w:rFonts w:ascii="宋体" w:hAnsi="宋体" w:hint="eastAsia"/>
          <w:szCs w:val="21"/>
        </w:rPr>
        <w:t>”的环境描写，渲染了将军临终前苍凉悲怆的气氛；用“只是用手指向北方”的动作，凸显将军至死不忘祖国的赤诚；生动刻画</w:t>
      </w:r>
      <w:r w:rsidRPr="00014022">
        <w:rPr>
          <w:rFonts w:ascii="宋体" w:hAnsi="宋体" w:hint="eastAsia"/>
          <w:szCs w:val="21"/>
        </w:rPr>
        <w:t>出了</w:t>
      </w:r>
      <w:r>
        <w:rPr>
          <w:rFonts w:ascii="宋体" w:hAnsi="宋体" w:hint="eastAsia"/>
          <w:szCs w:val="21"/>
        </w:rPr>
        <w:t>一位为国驰骋疆场，披肝沥胆的爱国将军形象，十分感人。</w:t>
      </w:r>
    </w:p>
    <w:p w:rsidR="00F47D43" w:rsidRDefault="00F47D43" w:rsidP="00CF36A2">
      <w:pPr>
        <w:ind w:leftChars="200" w:left="31680"/>
        <w:rPr>
          <w:rFonts w:ascii="黑体" w:eastAsia="黑体" w:hAnsi="黑体"/>
          <w:szCs w:val="21"/>
        </w:rPr>
      </w:pPr>
      <w:r w:rsidRPr="00963276">
        <w:rPr>
          <w:rFonts w:ascii="黑体" w:eastAsia="黑体" w:hAnsi="黑体" w:hint="eastAsia"/>
          <w:color w:val="000000"/>
          <w:szCs w:val="21"/>
        </w:rPr>
        <w:t>（共</w:t>
      </w:r>
      <w:r w:rsidRPr="00963276">
        <w:rPr>
          <w:rFonts w:ascii="黑体" w:eastAsia="黑体" w:hAnsi="黑体"/>
          <w:color w:val="000000"/>
          <w:szCs w:val="21"/>
        </w:rPr>
        <w:t>5</w:t>
      </w:r>
      <w:r w:rsidRPr="00963276">
        <w:rPr>
          <w:rFonts w:ascii="黑体" w:eastAsia="黑体" w:hAnsi="黑体" w:hint="eastAsia"/>
          <w:color w:val="000000"/>
          <w:szCs w:val="21"/>
        </w:rPr>
        <w:t>分</w:t>
      </w:r>
      <w:r>
        <w:rPr>
          <w:rFonts w:ascii="黑体" w:eastAsia="黑体" w:hAnsi="黑体" w:hint="eastAsia"/>
          <w:color w:val="000000"/>
          <w:szCs w:val="21"/>
        </w:rPr>
        <w:t>。</w:t>
      </w:r>
      <w:r w:rsidRPr="00963276">
        <w:rPr>
          <w:rFonts w:ascii="黑体" w:eastAsia="黑体" w:hAnsi="黑体" w:hint="eastAsia"/>
          <w:color w:val="000000"/>
          <w:szCs w:val="21"/>
        </w:rPr>
        <w:t>适当结合原文语句</w:t>
      </w:r>
      <w:r w:rsidRPr="00963276">
        <w:rPr>
          <w:rFonts w:ascii="黑体" w:eastAsia="黑体" w:hAnsi="黑体"/>
          <w:color w:val="000000"/>
          <w:szCs w:val="21"/>
        </w:rPr>
        <w:t>2</w:t>
      </w:r>
      <w:r w:rsidRPr="00963276">
        <w:rPr>
          <w:rFonts w:ascii="黑体" w:eastAsia="黑体" w:hAnsi="黑体" w:hint="eastAsia"/>
          <w:color w:val="000000"/>
          <w:szCs w:val="21"/>
        </w:rPr>
        <w:t>分</w:t>
      </w:r>
      <w:r>
        <w:rPr>
          <w:rFonts w:ascii="黑体" w:eastAsia="黑体" w:hAnsi="黑体" w:hint="eastAsia"/>
          <w:color w:val="000000"/>
          <w:szCs w:val="21"/>
        </w:rPr>
        <w:t>；</w:t>
      </w:r>
      <w:r w:rsidRPr="00963276">
        <w:rPr>
          <w:rFonts w:ascii="黑体" w:eastAsia="黑体" w:hAnsi="黑体" w:hint="eastAsia"/>
          <w:color w:val="000000"/>
          <w:szCs w:val="21"/>
        </w:rPr>
        <w:t>分析它们写出了将军</w:t>
      </w:r>
      <w:r>
        <w:rPr>
          <w:rFonts w:ascii="黑体" w:eastAsia="黑体" w:hAnsi="黑体" w:hint="eastAsia"/>
          <w:color w:val="000000"/>
          <w:szCs w:val="21"/>
        </w:rPr>
        <w:t>不苟且偷生，对祖国的热爱</w:t>
      </w:r>
      <w:r w:rsidRPr="00963276">
        <w:rPr>
          <w:rFonts w:ascii="黑体" w:eastAsia="黑体" w:hAnsi="黑体" w:hint="eastAsia"/>
          <w:color w:val="000000"/>
          <w:szCs w:val="21"/>
        </w:rPr>
        <w:t>，</w:t>
      </w:r>
      <w:r>
        <w:rPr>
          <w:rFonts w:ascii="黑体" w:eastAsia="黑体" w:hAnsi="黑体" w:hint="eastAsia"/>
          <w:color w:val="000000"/>
          <w:szCs w:val="21"/>
        </w:rPr>
        <w:t>牺牲前的悲哀氛围</w:t>
      </w:r>
      <w:r>
        <w:rPr>
          <w:rFonts w:ascii="黑体" w:eastAsia="黑体" w:hAnsi="黑体"/>
          <w:color w:val="000000"/>
          <w:szCs w:val="21"/>
        </w:rPr>
        <w:t>3</w:t>
      </w:r>
      <w:r>
        <w:rPr>
          <w:rFonts w:ascii="黑体" w:eastAsia="黑体" w:hAnsi="黑体" w:hint="eastAsia"/>
          <w:color w:val="000000"/>
          <w:szCs w:val="21"/>
        </w:rPr>
        <w:t>点中任意</w:t>
      </w:r>
      <w:r>
        <w:rPr>
          <w:rFonts w:ascii="黑体" w:eastAsia="黑体" w:hAnsi="黑体"/>
          <w:color w:val="000000"/>
          <w:szCs w:val="21"/>
        </w:rPr>
        <w:t>2</w:t>
      </w:r>
      <w:r>
        <w:rPr>
          <w:rFonts w:ascii="黑体" w:eastAsia="黑体" w:hAnsi="黑体" w:hint="eastAsia"/>
          <w:color w:val="000000"/>
          <w:szCs w:val="21"/>
        </w:rPr>
        <w:t>点</w:t>
      </w:r>
      <w:r w:rsidRPr="00963276">
        <w:rPr>
          <w:rFonts w:ascii="黑体" w:eastAsia="黑体" w:hAnsi="黑体" w:hint="eastAsia"/>
          <w:color w:val="000000"/>
          <w:szCs w:val="21"/>
        </w:rPr>
        <w:t>即可</w:t>
      </w:r>
      <w:r>
        <w:rPr>
          <w:rFonts w:ascii="黑体" w:eastAsia="黑体" w:hAnsi="黑体" w:hint="eastAsia"/>
          <w:color w:val="000000"/>
          <w:szCs w:val="21"/>
        </w:rPr>
        <w:t>，</w:t>
      </w:r>
      <w:r w:rsidRPr="00963276">
        <w:rPr>
          <w:rFonts w:ascii="黑体" w:eastAsia="黑体" w:hAnsi="黑体" w:hint="eastAsia"/>
          <w:color w:val="000000"/>
          <w:szCs w:val="21"/>
        </w:rPr>
        <w:t>每点</w:t>
      </w:r>
      <w:r>
        <w:rPr>
          <w:rFonts w:ascii="黑体" w:eastAsia="黑体" w:hAnsi="黑体"/>
          <w:color w:val="000000"/>
          <w:szCs w:val="21"/>
        </w:rPr>
        <w:t>1.5</w:t>
      </w:r>
      <w:r w:rsidRPr="00963276">
        <w:rPr>
          <w:rFonts w:ascii="黑体" w:eastAsia="黑体" w:hAnsi="黑体" w:hint="eastAsia"/>
          <w:color w:val="000000"/>
          <w:szCs w:val="21"/>
        </w:rPr>
        <w:t>分。</w:t>
      </w:r>
      <w:r w:rsidRPr="00963276">
        <w:rPr>
          <w:rFonts w:ascii="黑体" w:eastAsia="黑体" w:hAnsi="黑体" w:hint="eastAsia"/>
          <w:szCs w:val="21"/>
        </w:rPr>
        <w:t>超出字数限制不扣分</w:t>
      </w:r>
      <w:r>
        <w:rPr>
          <w:rFonts w:ascii="黑体" w:eastAsia="黑体" w:hAnsi="黑体" w:hint="eastAsia"/>
          <w:szCs w:val="21"/>
        </w:rPr>
        <w:t>。</w:t>
      </w:r>
      <w:r w:rsidRPr="00963276">
        <w:rPr>
          <w:rFonts w:ascii="黑体" w:eastAsia="黑体" w:hAnsi="黑体" w:hint="eastAsia"/>
          <w:color w:val="000000"/>
          <w:szCs w:val="21"/>
        </w:rPr>
        <w:t>）</w:t>
      </w:r>
    </w:p>
    <w:p w:rsidR="00F47D43" w:rsidRPr="000C41CE" w:rsidRDefault="00F47D43" w:rsidP="00F9248E">
      <w:pPr>
        <w:rPr>
          <w:rFonts w:ascii="黑体" w:eastAsia="黑体" w:hAnsi="黑体"/>
          <w:szCs w:val="21"/>
        </w:rPr>
      </w:pPr>
      <w:r>
        <w:rPr>
          <w:rFonts w:ascii="黑体" w:eastAsia="黑体" w:hAnsi="宋体" w:hint="eastAsia"/>
          <w:b/>
        </w:rPr>
        <w:t>（二）</w:t>
      </w:r>
      <w:r>
        <w:rPr>
          <w:rFonts w:ascii="宋体" w:hAnsi="宋体" w:hint="eastAsia"/>
        </w:rPr>
        <w:t>（共</w:t>
      </w:r>
      <w:r>
        <w:rPr>
          <w:rFonts w:ascii="宋体" w:hAnsi="宋体"/>
        </w:rPr>
        <w:t>1</w:t>
      </w:r>
      <w:r>
        <w:rPr>
          <w:rFonts w:ascii="宋体"/>
        </w:rPr>
        <w:t>0</w:t>
      </w:r>
      <w:r>
        <w:rPr>
          <w:rFonts w:ascii="宋体" w:hAnsi="宋体" w:hint="eastAsia"/>
        </w:rPr>
        <w:t>分）</w:t>
      </w:r>
    </w:p>
    <w:p w:rsidR="00F47D43" w:rsidRPr="00D9075E" w:rsidRDefault="00F47D43" w:rsidP="00D9075E"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14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）定义（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）益处（作用，功能）（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）行前准备</w:t>
      </w:r>
      <w:r w:rsidRPr="00472317">
        <w:rPr>
          <w:rFonts w:ascii="黑体" w:eastAsia="黑体" w:hAnsi="黑体" w:hint="eastAsia"/>
          <w:szCs w:val="21"/>
        </w:rPr>
        <w:t>（共</w:t>
      </w:r>
      <w:r w:rsidRPr="00472317">
        <w:rPr>
          <w:rFonts w:ascii="黑体" w:eastAsia="黑体" w:hAnsi="黑体"/>
          <w:szCs w:val="21"/>
        </w:rPr>
        <w:t>3</w:t>
      </w:r>
      <w:r w:rsidRPr="00472317">
        <w:rPr>
          <w:rFonts w:ascii="黑体" w:eastAsia="黑体" w:hAnsi="黑体" w:hint="eastAsia"/>
          <w:szCs w:val="21"/>
        </w:rPr>
        <w:t>分。每</w:t>
      </w:r>
      <w:r>
        <w:rPr>
          <w:rFonts w:ascii="黑体" w:eastAsia="黑体" w:hAnsi="黑体" w:hint="eastAsia"/>
          <w:szCs w:val="21"/>
        </w:rPr>
        <w:t>空</w:t>
      </w:r>
      <w:r w:rsidRPr="00472317">
        <w:rPr>
          <w:rFonts w:ascii="黑体" w:eastAsia="黑体" w:hAnsi="黑体"/>
          <w:szCs w:val="21"/>
        </w:rPr>
        <w:t>1</w:t>
      </w:r>
      <w:r w:rsidRPr="00472317">
        <w:rPr>
          <w:rFonts w:ascii="黑体" w:eastAsia="黑体" w:hAnsi="黑体" w:hint="eastAsia"/>
          <w:szCs w:val="21"/>
        </w:rPr>
        <w:t>分）</w:t>
      </w:r>
    </w:p>
    <w:p w:rsidR="00F47D43" w:rsidRDefault="00F47D43" w:rsidP="00F02A01"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ascii="宋体"/>
          <w:szCs w:val="21"/>
        </w:rPr>
        <w:t>.</w:t>
      </w:r>
      <w:r>
        <w:rPr>
          <w:rFonts w:ascii="宋体" w:hAnsi="宋体"/>
          <w:szCs w:val="21"/>
        </w:rPr>
        <w:t xml:space="preserve">  A  </w:t>
      </w:r>
      <w:r>
        <w:rPr>
          <w:rFonts w:ascii="宋体" w:hAnsi="宋体" w:hint="eastAsia"/>
          <w:szCs w:val="21"/>
        </w:rPr>
        <w:t>（共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分。）</w:t>
      </w:r>
    </w:p>
    <w:p w:rsidR="00F47D43" w:rsidRPr="00945142" w:rsidRDefault="00F47D43" w:rsidP="00D56582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宋体" w:hAnsi="宋体"/>
          <w:szCs w:val="21"/>
        </w:rPr>
        <w:t>16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E22D17">
        <w:rPr>
          <w:rFonts w:ascii="黑体" w:eastAsia="黑体" w:hAnsi="黑体" w:hint="eastAsia"/>
          <w:szCs w:val="21"/>
        </w:rPr>
        <w:t>答案</w:t>
      </w:r>
      <w:r>
        <w:rPr>
          <w:rFonts w:ascii="黑体" w:eastAsia="黑体" w:hAnsi="黑体" w:hint="eastAsia"/>
          <w:szCs w:val="21"/>
        </w:rPr>
        <w:t>要点</w:t>
      </w:r>
      <w:r w:rsidRPr="00E22D17">
        <w:rPr>
          <w:rFonts w:ascii="黑体" w:eastAsia="黑体" w:hAnsi="黑体" w:hint="eastAsia"/>
          <w:szCs w:val="21"/>
        </w:rPr>
        <w:t>：</w:t>
      </w:r>
      <w:r>
        <w:rPr>
          <w:rFonts w:ascii="宋体" w:hAnsi="宋体" w:hint="eastAsia"/>
          <w:szCs w:val="21"/>
        </w:rPr>
        <w:t>①云蒙山的</w:t>
      </w:r>
      <w:r w:rsidRPr="00C464A1">
        <w:rPr>
          <w:rFonts w:ascii="宋体" w:hAnsi="宋体" w:hint="eastAsia"/>
          <w:szCs w:val="21"/>
        </w:rPr>
        <w:t>地貌特征、气候、水源</w:t>
      </w:r>
      <w:r>
        <w:rPr>
          <w:rFonts w:ascii="宋体" w:hAnsi="宋体" w:hint="eastAsia"/>
          <w:szCs w:val="21"/>
        </w:rPr>
        <w:t>，以及</w:t>
      </w:r>
      <w:r w:rsidRPr="00C464A1">
        <w:rPr>
          <w:rFonts w:ascii="宋体" w:hAnsi="宋体" w:hint="eastAsia"/>
          <w:szCs w:val="21"/>
        </w:rPr>
        <w:t>露营地</w:t>
      </w:r>
      <w:r>
        <w:rPr>
          <w:rFonts w:ascii="宋体" w:hAnsi="宋体" w:hint="eastAsia"/>
          <w:szCs w:val="21"/>
        </w:rPr>
        <w:t>；②</w:t>
      </w:r>
      <w:r w:rsidRPr="00C464A1">
        <w:rPr>
          <w:rFonts w:ascii="宋体" w:hAnsi="宋体" w:hint="eastAsia"/>
          <w:szCs w:val="21"/>
        </w:rPr>
        <w:t>路线</w:t>
      </w:r>
      <w:r>
        <w:rPr>
          <w:rFonts w:ascii="宋体" w:hAnsi="宋体" w:hint="eastAsia"/>
          <w:szCs w:val="21"/>
        </w:rPr>
        <w:t>及</w:t>
      </w:r>
      <w:r w:rsidRPr="00C464A1">
        <w:rPr>
          <w:rFonts w:ascii="宋体" w:hAnsi="宋体" w:hint="eastAsia"/>
          <w:szCs w:val="21"/>
        </w:rPr>
        <w:t>行程</w:t>
      </w:r>
      <w:r>
        <w:rPr>
          <w:rFonts w:ascii="宋体" w:hAnsi="宋体" w:hint="eastAsia"/>
          <w:szCs w:val="21"/>
        </w:rPr>
        <w:t>；③行李准备。</w:t>
      </w:r>
      <w:r w:rsidRPr="00945142">
        <w:rPr>
          <w:rFonts w:ascii="黑体" w:eastAsia="黑体" w:hAnsi="黑体" w:hint="eastAsia"/>
          <w:szCs w:val="21"/>
        </w:rPr>
        <w:t>（</w:t>
      </w:r>
      <w:r w:rsidRPr="00945142">
        <w:rPr>
          <w:rFonts w:ascii="黑体" w:eastAsia="黑体" w:hAnsi="黑体"/>
          <w:szCs w:val="21"/>
        </w:rPr>
        <w:t>3</w:t>
      </w:r>
      <w:r w:rsidRPr="00945142">
        <w:rPr>
          <w:rFonts w:ascii="黑体" w:eastAsia="黑体" w:hAnsi="黑体" w:hint="eastAsia"/>
          <w:szCs w:val="21"/>
        </w:rPr>
        <w:t>分，任意答出</w:t>
      </w:r>
      <w:r w:rsidRPr="00945142">
        <w:rPr>
          <w:rFonts w:ascii="黑体" w:eastAsia="黑体" w:hAnsi="黑体"/>
          <w:szCs w:val="21"/>
        </w:rPr>
        <w:t>2</w:t>
      </w:r>
      <w:r w:rsidRPr="00945142">
        <w:rPr>
          <w:rFonts w:ascii="黑体" w:eastAsia="黑体" w:hAnsi="黑体" w:hint="eastAsia"/>
          <w:szCs w:val="21"/>
        </w:rPr>
        <w:t>点即可，每点</w:t>
      </w:r>
      <w:r w:rsidRPr="00945142">
        <w:rPr>
          <w:rFonts w:ascii="黑体" w:eastAsia="黑体" w:hAnsi="黑体"/>
          <w:szCs w:val="21"/>
        </w:rPr>
        <w:t>1.5</w:t>
      </w:r>
      <w:r w:rsidRPr="00945142">
        <w:rPr>
          <w:rFonts w:ascii="黑体" w:eastAsia="黑体" w:hAnsi="黑体" w:hint="eastAsia"/>
          <w:szCs w:val="21"/>
        </w:rPr>
        <w:t>分）</w:t>
      </w:r>
    </w:p>
    <w:p w:rsidR="00F47D43" w:rsidRPr="00945142" w:rsidRDefault="00F47D43" w:rsidP="00CF36A2">
      <w:pPr>
        <w:spacing w:line="360" w:lineRule="auto"/>
        <w:ind w:firstLineChars="200" w:firstLine="31680"/>
        <w:rPr>
          <w:rFonts w:ascii="黑体" w:eastAsia="黑体" w:hAnsi="黑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Pr="00E22D17">
        <w:rPr>
          <w:rFonts w:ascii="黑体" w:eastAsia="黑体" w:hAnsi="黑体" w:hint="eastAsia"/>
          <w:szCs w:val="21"/>
        </w:rPr>
        <w:t>答案</w:t>
      </w:r>
      <w:r>
        <w:rPr>
          <w:rFonts w:ascii="黑体" w:eastAsia="黑体" w:hAnsi="黑体" w:hint="eastAsia"/>
          <w:szCs w:val="21"/>
        </w:rPr>
        <w:t>要点</w:t>
      </w:r>
      <w:r w:rsidRPr="00E22D17">
        <w:rPr>
          <w:rFonts w:ascii="黑体" w:eastAsia="黑体" w:hAnsi="黑体" w:hint="eastAsia"/>
          <w:szCs w:val="21"/>
        </w:rPr>
        <w:t>：</w:t>
      </w:r>
      <w:r>
        <w:rPr>
          <w:rFonts w:ascii="宋体" w:hAnsi="宋体" w:hint="eastAsia"/>
          <w:szCs w:val="21"/>
        </w:rPr>
        <w:t>①</w:t>
      </w:r>
      <w:r w:rsidRPr="00A738C5">
        <w:rPr>
          <w:rFonts w:ascii="宋体" w:hAnsi="宋体" w:hint="eastAsia"/>
          <w:szCs w:val="21"/>
        </w:rPr>
        <w:t>平日应多运动并掌握一些基本的户外运动安全知识</w:t>
      </w:r>
      <w:r>
        <w:rPr>
          <w:rFonts w:ascii="宋体" w:hAnsi="宋体" w:hint="eastAsia"/>
          <w:szCs w:val="21"/>
        </w:rPr>
        <w:t>。②安全绳（等用品）。③蛇药（等药品）。</w:t>
      </w:r>
      <w:r w:rsidRPr="00945142">
        <w:rPr>
          <w:rFonts w:ascii="黑体" w:eastAsia="黑体" w:hAnsi="黑体" w:hint="eastAsia"/>
          <w:szCs w:val="21"/>
        </w:rPr>
        <w:t>（</w:t>
      </w:r>
      <w:r w:rsidRPr="00945142">
        <w:rPr>
          <w:rFonts w:ascii="黑体" w:eastAsia="黑体" w:hAnsi="黑体"/>
          <w:szCs w:val="21"/>
        </w:rPr>
        <w:t>2</w:t>
      </w:r>
      <w:r w:rsidRPr="00945142">
        <w:rPr>
          <w:rFonts w:ascii="黑体" w:eastAsia="黑体" w:hAnsi="黑体" w:hint="eastAsia"/>
          <w:szCs w:val="21"/>
        </w:rPr>
        <w:t>分，任意答出</w:t>
      </w:r>
      <w:r w:rsidRPr="00945142">
        <w:rPr>
          <w:rFonts w:ascii="黑体" w:eastAsia="黑体" w:hAnsi="黑体"/>
          <w:szCs w:val="21"/>
        </w:rPr>
        <w:t>2</w:t>
      </w:r>
      <w:r w:rsidRPr="00945142">
        <w:rPr>
          <w:rFonts w:ascii="黑体" w:eastAsia="黑体" w:hAnsi="黑体" w:hint="eastAsia"/>
          <w:szCs w:val="21"/>
        </w:rPr>
        <w:t>点即可，每点</w:t>
      </w:r>
      <w:r w:rsidRPr="00945142">
        <w:rPr>
          <w:rFonts w:ascii="黑体" w:eastAsia="黑体" w:hAnsi="黑体"/>
          <w:szCs w:val="21"/>
        </w:rPr>
        <w:t>1</w:t>
      </w:r>
      <w:r w:rsidRPr="00945142">
        <w:rPr>
          <w:rFonts w:ascii="黑体" w:eastAsia="黑体" w:hAnsi="黑体" w:hint="eastAsia"/>
          <w:szCs w:val="21"/>
        </w:rPr>
        <w:t>分）</w:t>
      </w:r>
    </w:p>
    <w:p w:rsidR="00F47D43" w:rsidRDefault="00F47D43" w:rsidP="00CF36A2">
      <w:pPr>
        <w:spacing w:line="360" w:lineRule="auto"/>
        <w:ind w:firstLineChars="300" w:firstLine="31680"/>
        <w:rPr>
          <w:rFonts w:ascii="黑体" w:eastAsia="黑体" w:hAnsi="黑体"/>
          <w:szCs w:val="21"/>
        </w:rPr>
      </w:pPr>
      <w:r w:rsidRPr="00A84E86"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本小题</w:t>
      </w:r>
      <w:r w:rsidRPr="00A84E86">
        <w:rPr>
          <w:rFonts w:ascii="黑体" w:eastAsia="黑体" w:hAnsi="黑体" w:hint="eastAsia"/>
          <w:szCs w:val="21"/>
        </w:rPr>
        <w:t>共</w:t>
      </w:r>
      <w:r w:rsidRPr="00A84E86">
        <w:rPr>
          <w:rFonts w:ascii="黑体" w:eastAsia="黑体" w:hAnsi="黑体"/>
          <w:szCs w:val="21"/>
        </w:rPr>
        <w:t>5</w:t>
      </w:r>
      <w:r w:rsidRPr="00A84E86">
        <w:rPr>
          <w:rFonts w:ascii="黑体" w:eastAsia="黑体" w:hAnsi="黑体" w:hint="eastAsia"/>
          <w:szCs w:val="21"/>
        </w:rPr>
        <w:t>分。</w:t>
      </w:r>
      <w:r w:rsidRPr="00A84E86">
        <w:rPr>
          <w:rFonts w:ascii="黑体" w:eastAsia="黑体" w:hAnsi="黑体"/>
          <w:szCs w:val="21"/>
        </w:rPr>
        <w:t>(1)3</w:t>
      </w:r>
      <w:r w:rsidRPr="00A84E86"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；</w:t>
      </w:r>
      <w:r w:rsidRPr="00A84E86">
        <w:rPr>
          <w:rFonts w:ascii="黑体" w:eastAsia="黑体" w:hAnsi="黑体" w:hint="eastAsia"/>
          <w:szCs w:val="21"/>
        </w:rPr>
        <w:t>（</w:t>
      </w:r>
      <w:r w:rsidRPr="00A84E86">
        <w:rPr>
          <w:rFonts w:ascii="黑体" w:eastAsia="黑体" w:hAnsi="黑体"/>
          <w:szCs w:val="21"/>
        </w:rPr>
        <w:t>2</w:t>
      </w:r>
      <w:r w:rsidRPr="00A84E86">
        <w:rPr>
          <w:rFonts w:ascii="黑体" w:eastAsia="黑体" w:hAnsi="黑体" w:hint="eastAsia"/>
          <w:szCs w:val="21"/>
        </w:rPr>
        <w:t>）</w:t>
      </w:r>
      <w:r w:rsidRPr="00A84E86"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分</w:t>
      </w:r>
      <w:r w:rsidRPr="00A84E86">
        <w:rPr>
          <w:rFonts w:ascii="黑体" w:eastAsia="黑体" w:hAnsi="黑体" w:hint="eastAsia"/>
          <w:szCs w:val="21"/>
        </w:rPr>
        <w:t>）</w:t>
      </w:r>
    </w:p>
    <w:p w:rsidR="00F47D43" w:rsidRPr="00B6765F" w:rsidRDefault="00F47D43" w:rsidP="00B6765F">
      <w:pPr>
        <w:spacing w:line="360" w:lineRule="auto"/>
        <w:rPr>
          <w:rFonts w:ascii="黑体" w:eastAsia="黑体" w:hAnsi="黑体"/>
          <w:szCs w:val="21"/>
        </w:rPr>
      </w:pPr>
      <w:r w:rsidRPr="006B149F">
        <w:rPr>
          <w:rFonts w:ascii="宋体" w:hAnsi="宋体" w:hint="eastAsia"/>
          <w:b/>
          <w:bCs/>
        </w:rPr>
        <w:t>（三）</w:t>
      </w:r>
      <w:r>
        <w:rPr>
          <w:rFonts w:ascii="宋体" w:hAnsi="宋体" w:hint="eastAsia"/>
        </w:rPr>
        <w:t>（共</w:t>
      </w:r>
      <w:r>
        <w:rPr>
          <w:rFonts w:ascii="宋体" w:hAnsi="宋体"/>
        </w:rPr>
        <w:t>10</w:t>
      </w:r>
      <w:r>
        <w:rPr>
          <w:rFonts w:ascii="宋体" w:hAnsi="宋体" w:hint="eastAsia"/>
        </w:rPr>
        <w:t>分）</w:t>
      </w:r>
    </w:p>
    <w:p w:rsidR="00F47D43" w:rsidRPr="00B2089F" w:rsidRDefault="00F47D43" w:rsidP="00B2089F">
      <w:pPr>
        <w:pStyle w:val="10"/>
        <w:spacing w:line="360" w:lineRule="auto"/>
        <w:ind w:firstLineChars="0" w:firstLine="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17</w:t>
      </w:r>
      <w:r>
        <w:rPr>
          <w:rFonts w:ascii="宋体" w:cs="宋体"/>
          <w:szCs w:val="21"/>
        </w:rPr>
        <w:t>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</w:rPr>
        <w:t xml:space="preserve">A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分）（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）略</w:t>
      </w:r>
      <w:r w:rsidRPr="00354249">
        <w:rPr>
          <w:rFonts w:ascii="宋体" w:hAnsi="宋体" w:cs="宋体" w:hint="eastAsia"/>
          <w:szCs w:val="21"/>
        </w:rPr>
        <w:t>（</w:t>
      </w:r>
      <w:r w:rsidRPr="00354249">
        <w:rPr>
          <w:rFonts w:ascii="宋体" w:hAnsi="宋体" w:cs="宋体"/>
          <w:szCs w:val="21"/>
        </w:rPr>
        <w:t>2</w:t>
      </w:r>
      <w:r w:rsidRPr="00354249">
        <w:rPr>
          <w:rFonts w:ascii="宋体" w:hAnsi="宋体" w:cs="宋体" w:hint="eastAsia"/>
          <w:szCs w:val="21"/>
        </w:rPr>
        <w:t>分。书写“文学的虚构”或“虚构与未来”均可，要求书写正确，字迹工整。）</w:t>
      </w:r>
      <w:r w:rsidRPr="004413B8">
        <w:rPr>
          <w:rFonts w:ascii="黑体" w:eastAsia="黑体" w:hAnsi="黑体" w:cs="宋体" w:hint="eastAsia"/>
          <w:szCs w:val="21"/>
        </w:rPr>
        <w:t>（本小题共</w:t>
      </w:r>
      <w:r w:rsidRPr="004413B8">
        <w:rPr>
          <w:rFonts w:ascii="黑体" w:eastAsia="黑体" w:hAnsi="黑体" w:cs="宋体"/>
          <w:szCs w:val="21"/>
        </w:rPr>
        <w:t>3</w:t>
      </w:r>
      <w:r w:rsidRPr="004413B8">
        <w:rPr>
          <w:rFonts w:ascii="黑体" w:eastAsia="黑体" w:hAnsi="黑体" w:cs="宋体" w:hint="eastAsia"/>
          <w:szCs w:val="21"/>
        </w:rPr>
        <w:t>分。（</w:t>
      </w:r>
      <w:r w:rsidRPr="004413B8">
        <w:rPr>
          <w:rFonts w:ascii="黑体" w:eastAsia="黑体" w:hAnsi="黑体" w:cs="宋体"/>
          <w:szCs w:val="21"/>
        </w:rPr>
        <w:t>1</w:t>
      </w:r>
      <w:r w:rsidRPr="004413B8">
        <w:rPr>
          <w:rFonts w:ascii="黑体" w:eastAsia="黑体" w:hAnsi="黑体" w:cs="宋体" w:hint="eastAsia"/>
          <w:szCs w:val="21"/>
        </w:rPr>
        <w:t>）</w:t>
      </w:r>
      <w:r w:rsidRPr="004413B8">
        <w:rPr>
          <w:rFonts w:ascii="黑体" w:eastAsia="黑体" w:hAnsi="黑体" w:cs="宋体"/>
          <w:szCs w:val="21"/>
        </w:rPr>
        <w:t>1</w:t>
      </w:r>
      <w:r w:rsidRPr="004413B8">
        <w:rPr>
          <w:rFonts w:ascii="黑体" w:eastAsia="黑体" w:hAnsi="黑体" w:cs="宋体" w:hint="eastAsia"/>
          <w:szCs w:val="21"/>
        </w:rPr>
        <w:t>分；（</w:t>
      </w:r>
      <w:r w:rsidRPr="004413B8">
        <w:rPr>
          <w:rFonts w:ascii="黑体" w:eastAsia="黑体" w:hAnsi="黑体" w:cs="宋体"/>
          <w:szCs w:val="21"/>
        </w:rPr>
        <w:t>2</w:t>
      </w:r>
      <w:r w:rsidRPr="004413B8">
        <w:rPr>
          <w:rFonts w:ascii="黑体" w:eastAsia="黑体" w:hAnsi="黑体" w:cs="宋体" w:hint="eastAsia"/>
          <w:szCs w:val="21"/>
        </w:rPr>
        <w:t>）</w:t>
      </w:r>
      <w:r w:rsidRPr="004413B8">
        <w:rPr>
          <w:rFonts w:ascii="黑体" w:eastAsia="黑体" w:hAnsi="黑体" w:cs="宋体"/>
          <w:szCs w:val="21"/>
        </w:rPr>
        <w:t>2</w:t>
      </w:r>
      <w:r w:rsidRPr="004413B8">
        <w:rPr>
          <w:rFonts w:ascii="黑体" w:eastAsia="黑体" w:hAnsi="黑体" w:cs="宋体" w:hint="eastAsia"/>
          <w:szCs w:val="21"/>
        </w:rPr>
        <w:t>分，）</w:t>
      </w:r>
    </w:p>
    <w:p w:rsidR="00F47D43" w:rsidRPr="00346D19" w:rsidRDefault="00F47D43" w:rsidP="00F658D6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18.</w:t>
      </w:r>
      <w:r w:rsidRPr="00554AFC">
        <w:rPr>
          <w:rFonts w:ascii="黑体" w:eastAsia="黑体" w:hAnsi="黑体" w:cs="宋体" w:hint="eastAsia"/>
          <w:szCs w:val="21"/>
        </w:rPr>
        <w:t>答案</w:t>
      </w:r>
      <w:r>
        <w:rPr>
          <w:rFonts w:ascii="黑体" w:eastAsia="黑体" w:hAnsi="黑体" w:cs="宋体" w:hint="eastAsia"/>
          <w:szCs w:val="21"/>
        </w:rPr>
        <w:t>要点</w:t>
      </w:r>
      <w:r w:rsidRPr="00554AFC">
        <w:rPr>
          <w:rFonts w:ascii="黑体" w:eastAsia="黑体" w:hAnsi="黑体" w:cs="宋体" w:hint="eastAsia"/>
          <w:szCs w:val="21"/>
        </w:rPr>
        <w:t>：</w:t>
      </w:r>
      <w:r>
        <w:rPr>
          <w:rFonts w:ascii="黑体" w:eastAsia="黑体" w:hAnsi="黑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>通过桃花源人的生活，</w:t>
      </w:r>
      <w:r>
        <w:rPr>
          <w:rFonts w:ascii="黑体" w:eastAsia="黑体" w:hAnsi="黑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>表达他对当时社会的不满，</w:t>
      </w:r>
      <w:r>
        <w:rPr>
          <w:rFonts w:ascii="黑体" w:eastAsia="黑体" w:hAnsi="黑体" w:cs="宋体" w:hint="eastAsia"/>
          <w:szCs w:val="21"/>
        </w:rPr>
        <w:t>③</w:t>
      </w:r>
      <w:r>
        <w:rPr>
          <w:rFonts w:ascii="宋体" w:hAnsi="宋体" w:cs="宋体" w:hint="eastAsia"/>
          <w:szCs w:val="21"/>
        </w:rPr>
        <w:t>对美好幸福生活的向往。</w:t>
      </w:r>
      <w:r w:rsidRPr="00A84E86">
        <w:rPr>
          <w:rFonts w:ascii="黑体" w:eastAsia="黑体" w:hAnsi="黑体" w:cs="宋体" w:hint="eastAsia"/>
          <w:szCs w:val="21"/>
        </w:rPr>
        <w:t>（共</w:t>
      </w:r>
      <w:r w:rsidRPr="00A84E86">
        <w:rPr>
          <w:rFonts w:ascii="黑体" w:eastAsia="黑体" w:hAnsi="黑体" w:cs="宋体"/>
          <w:szCs w:val="21"/>
        </w:rPr>
        <w:t>3</w:t>
      </w:r>
      <w:r w:rsidRPr="00A84E86">
        <w:rPr>
          <w:rFonts w:ascii="黑体" w:eastAsia="黑体" w:hAnsi="黑体" w:cs="宋体" w:hint="eastAsia"/>
          <w:szCs w:val="21"/>
        </w:rPr>
        <w:t>分。共</w:t>
      </w:r>
      <w:r w:rsidRPr="00A84E86">
        <w:rPr>
          <w:rFonts w:ascii="黑体" w:eastAsia="黑体" w:hAnsi="黑体" w:cs="宋体"/>
          <w:szCs w:val="21"/>
        </w:rPr>
        <w:t>3</w:t>
      </w:r>
      <w:r w:rsidRPr="00A84E86">
        <w:rPr>
          <w:rFonts w:ascii="黑体" w:eastAsia="黑体" w:hAnsi="黑体" w:cs="宋体" w:hint="eastAsia"/>
          <w:szCs w:val="21"/>
        </w:rPr>
        <w:t>点，每点</w:t>
      </w:r>
      <w:r w:rsidRPr="00A84E86">
        <w:rPr>
          <w:rFonts w:ascii="黑体" w:eastAsia="黑体" w:hAnsi="黑体" w:cs="宋体"/>
          <w:szCs w:val="21"/>
        </w:rPr>
        <w:t>1</w:t>
      </w:r>
      <w:r w:rsidRPr="00A84E86">
        <w:rPr>
          <w:rFonts w:ascii="黑体" w:eastAsia="黑体" w:hAnsi="黑体" w:cs="宋体" w:hint="eastAsia"/>
          <w:szCs w:val="21"/>
        </w:rPr>
        <w:t>分。）</w:t>
      </w:r>
    </w:p>
    <w:p w:rsidR="00F47D43" w:rsidRPr="00346D19" w:rsidRDefault="00F47D43" w:rsidP="00346D19">
      <w:pPr>
        <w:numPr>
          <w:ilvl w:val="0"/>
          <w:numId w:val="8"/>
        </w:numPr>
        <w:rPr>
          <w:rFonts w:ascii="宋体" w:cs="宋体"/>
          <w:szCs w:val="21"/>
        </w:rPr>
      </w:pPr>
      <w:r w:rsidRPr="009F7A02">
        <w:rPr>
          <w:rFonts w:ascii="黑体" w:eastAsia="黑体" w:hAnsi="黑体" w:cs="宋体" w:hint="eastAsia"/>
          <w:szCs w:val="21"/>
        </w:rPr>
        <w:t>答案要点</w:t>
      </w:r>
      <w:r>
        <w:rPr>
          <w:rFonts w:ascii="宋体" w:hAnsi="宋体" w:cs="宋体" w:hint="eastAsia"/>
          <w:szCs w:val="21"/>
        </w:rPr>
        <w:t>：</w:t>
      </w:r>
      <w:r>
        <w:rPr>
          <w:rFonts w:ascii="黑体" w:eastAsia="黑体" w:hAnsi="黑体" w:cs="宋体" w:hint="eastAsia"/>
          <w:szCs w:val="21"/>
        </w:rPr>
        <w:t>①</w:t>
      </w:r>
      <w:r w:rsidRPr="00346D19">
        <w:rPr>
          <w:rFonts w:ascii="宋体" w:hAnsi="宋体" w:cs="宋体" w:hint="eastAsia"/>
          <w:szCs w:val="21"/>
        </w:rPr>
        <w:t>文学用虚构重组现实，使读者对现实有更深入的理解。</w:t>
      </w:r>
      <w:r>
        <w:rPr>
          <w:rFonts w:ascii="黑体" w:eastAsia="黑体" w:hAnsi="黑体" w:cs="宋体" w:hint="eastAsia"/>
          <w:szCs w:val="21"/>
        </w:rPr>
        <w:t>②</w:t>
      </w:r>
      <w:r w:rsidRPr="00346D19">
        <w:rPr>
          <w:rFonts w:ascii="宋体" w:hAnsi="宋体" w:cs="宋体" w:hint="eastAsia"/>
          <w:szCs w:val="21"/>
        </w:rPr>
        <w:t>文学可用虚构创造理想境界，表达对现实的不满和内心的欲望。</w:t>
      </w:r>
      <w:r>
        <w:rPr>
          <w:rFonts w:ascii="黑体" w:eastAsia="黑体" w:hAnsi="黑体" w:cs="宋体" w:hint="eastAsia"/>
          <w:szCs w:val="21"/>
        </w:rPr>
        <w:t>③</w:t>
      </w:r>
      <w:r w:rsidRPr="00346D19">
        <w:rPr>
          <w:rFonts w:ascii="宋体" w:hAnsi="宋体" w:cs="宋体" w:hint="eastAsia"/>
          <w:szCs w:val="21"/>
        </w:rPr>
        <w:t>文学虚构未知的世界，开启人类的想象。</w:t>
      </w:r>
    </w:p>
    <w:p w:rsidR="00F47D43" w:rsidRPr="00A062E2" w:rsidRDefault="00F47D43" w:rsidP="00CF36A2">
      <w:pPr>
        <w:ind w:firstLineChars="150" w:firstLine="31680"/>
        <w:rPr>
          <w:rFonts w:ascii="黑体" w:eastAsia="黑体" w:hAnsi="黑体" w:cs="宋体"/>
          <w:szCs w:val="21"/>
        </w:rPr>
      </w:pPr>
      <w:r w:rsidRPr="00A062E2">
        <w:rPr>
          <w:rFonts w:ascii="黑体" w:eastAsia="黑体" w:hAnsi="黑体" w:cs="宋体" w:hint="eastAsia"/>
          <w:szCs w:val="21"/>
        </w:rPr>
        <w:t>（共</w:t>
      </w:r>
      <w:r w:rsidRPr="00A062E2">
        <w:rPr>
          <w:rFonts w:ascii="黑体" w:eastAsia="黑体" w:hAnsi="黑体" w:cs="宋体"/>
          <w:szCs w:val="21"/>
        </w:rPr>
        <w:t>4</w:t>
      </w:r>
      <w:r w:rsidRPr="00A062E2">
        <w:rPr>
          <w:rFonts w:ascii="黑体" w:eastAsia="黑体" w:hAnsi="黑体" w:cs="宋体" w:hint="eastAsia"/>
          <w:szCs w:val="21"/>
        </w:rPr>
        <w:t>分。共</w:t>
      </w:r>
      <w:r w:rsidRPr="00A062E2">
        <w:rPr>
          <w:rFonts w:ascii="黑体" w:eastAsia="黑体" w:hAnsi="黑体" w:cs="宋体"/>
          <w:szCs w:val="21"/>
        </w:rPr>
        <w:t>3</w:t>
      </w:r>
      <w:r w:rsidRPr="00A062E2">
        <w:rPr>
          <w:rFonts w:ascii="黑体" w:eastAsia="黑体" w:hAnsi="黑体" w:cs="宋体" w:hint="eastAsia"/>
          <w:szCs w:val="21"/>
        </w:rPr>
        <w:t>点，</w:t>
      </w:r>
      <w:r w:rsidRPr="00A062E2">
        <w:rPr>
          <w:rFonts w:ascii="黑体" w:eastAsia="黑体" w:hAnsi="黑体" w:cs="宋体"/>
          <w:szCs w:val="21"/>
        </w:rPr>
        <w:t>3</w:t>
      </w:r>
      <w:r w:rsidRPr="00A062E2">
        <w:rPr>
          <w:rFonts w:ascii="黑体" w:eastAsia="黑体" w:hAnsi="黑体" w:cs="宋体" w:hint="eastAsia"/>
          <w:szCs w:val="21"/>
        </w:rPr>
        <w:t>点答全满分</w:t>
      </w:r>
      <w:r>
        <w:rPr>
          <w:rFonts w:ascii="黑体" w:eastAsia="黑体" w:hAnsi="黑体" w:cs="宋体" w:hint="eastAsia"/>
          <w:szCs w:val="21"/>
        </w:rPr>
        <w:t>，</w:t>
      </w:r>
      <w:r w:rsidRPr="00A062E2">
        <w:rPr>
          <w:rFonts w:ascii="黑体" w:eastAsia="黑体" w:hAnsi="黑体" w:cs="宋体" w:hint="eastAsia"/>
          <w:szCs w:val="21"/>
        </w:rPr>
        <w:t>缺</w:t>
      </w:r>
      <w:r w:rsidRPr="00A062E2">
        <w:rPr>
          <w:rFonts w:ascii="黑体" w:eastAsia="黑体" w:hAnsi="黑体" w:cs="宋体"/>
          <w:szCs w:val="21"/>
        </w:rPr>
        <w:t>1</w:t>
      </w:r>
      <w:r w:rsidRPr="00A062E2">
        <w:rPr>
          <w:rFonts w:ascii="黑体" w:eastAsia="黑体" w:hAnsi="黑体" w:cs="宋体" w:hint="eastAsia"/>
          <w:szCs w:val="21"/>
        </w:rPr>
        <w:t>点扣</w:t>
      </w:r>
      <w:r w:rsidRPr="00A062E2">
        <w:rPr>
          <w:rFonts w:ascii="黑体" w:eastAsia="黑体" w:hAnsi="黑体" w:cs="宋体"/>
          <w:szCs w:val="21"/>
        </w:rPr>
        <w:t>1</w:t>
      </w:r>
      <w:r w:rsidRPr="00A062E2">
        <w:rPr>
          <w:rFonts w:ascii="黑体" w:eastAsia="黑体" w:hAnsi="黑体" w:cs="宋体" w:hint="eastAsia"/>
          <w:szCs w:val="21"/>
        </w:rPr>
        <w:t>分</w:t>
      </w:r>
      <w:r>
        <w:rPr>
          <w:rFonts w:ascii="黑体" w:eastAsia="黑体" w:hAnsi="黑体" w:cs="宋体" w:hint="eastAsia"/>
          <w:szCs w:val="21"/>
        </w:rPr>
        <w:t>。</w:t>
      </w:r>
      <w:r w:rsidRPr="00A062E2">
        <w:rPr>
          <w:rFonts w:ascii="黑体" w:eastAsia="黑体" w:hAnsi="黑体" w:cs="宋体" w:hint="eastAsia"/>
          <w:szCs w:val="21"/>
        </w:rPr>
        <w:t>）</w:t>
      </w:r>
    </w:p>
    <w:p w:rsidR="00F47D43" w:rsidRPr="00582C21" w:rsidRDefault="00F47D43" w:rsidP="007A3BD4">
      <w:pPr>
        <w:rPr>
          <w:rFonts w:ascii="宋体" w:cs="宋体"/>
          <w:b/>
          <w:szCs w:val="21"/>
        </w:rPr>
      </w:pPr>
      <w:r w:rsidRPr="00582C21">
        <w:rPr>
          <w:rFonts w:ascii="宋体" w:hAnsi="宋体" w:cs="宋体" w:hint="eastAsia"/>
          <w:b/>
          <w:szCs w:val="21"/>
        </w:rPr>
        <w:t>四、作文（共</w:t>
      </w:r>
      <w:r w:rsidRPr="00582C21">
        <w:rPr>
          <w:rFonts w:ascii="宋体" w:hAnsi="宋体" w:cs="宋体"/>
          <w:b/>
          <w:szCs w:val="21"/>
        </w:rPr>
        <w:t>50</w:t>
      </w:r>
      <w:r w:rsidRPr="00582C21">
        <w:rPr>
          <w:rFonts w:ascii="宋体" w:hAnsi="宋体" w:cs="宋体" w:hint="eastAsia"/>
          <w:b/>
          <w:szCs w:val="21"/>
        </w:rPr>
        <w:t>分）</w:t>
      </w:r>
    </w:p>
    <w:p w:rsidR="00F47D43" w:rsidRDefault="00F47D43" w:rsidP="0034473B">
      <w:pPr>
        <w:pStyle w:val="10"/>
        <w:spacing w:line="360" w:lineRule="auto"/>
        <w:ind w:firstLineChars="0" w:firstLine="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</w:t>
      </w:r>
      <w:r>
        <w:rPr>
          <w:rFonts w:ascii="宋体" w:cs="宋体"/>
          <w:szCs w:val="21"/>
        </w:rPr>
        <w:t>0.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</w:p>
    <w:p w:rsidR="00F47D43" w:rsidRPr="00D316F5" w:rsidRDefault="00F47D43" w:rsidP="00CF36A2">
      <w:pPr>
        <w:pStyle w:val="10"/>
        <w:spacing w:line="360" w:lineRule="auto"/>
        <w:ind w:firstLineChars="100" w:firstLine="31680"/>
        <w:rPr>
          <w:rFonts w:ascii="宋体" w:cs="宋体"/>
          <w:szCs w:val="21"/>
        </w:rPr>
      </w:pPr>
      <w:r w:rsidRPr="00A062E2">
        <w:rPr>
          <w:rFonts w:ascii="黑体" w:eastAsia="黑体" w:hAnsi="黑体" w:cs="宋体" w:hint="eastAsia"/>
          <w:szCs w:val="21"/>
        </w:rPr>
        <w:t>评分标准：共</w:t>
      </w:r>
      <w:r w:rsidRPr="00A062E2">
        <w:rPr>
          <w:rFonts w:ascii="黑体" w:eastAsia="黑体" w:hAnsi="黑体" w:cs="宋体"/>
          <w:szCs w:val="21"/>
        </w:rPr>
        <w:t>10</w:t>
      </w:r>
      <w:r w:rsidRPr="00A062E2">
        <w:rPr>
          <w:rFonts w:ascii="黑体" w:eastAsia="黑体" w:hAnsi="黑体" w:cs="宋体" w:hint="eastAsia"/>
          <w:szCs w:val="21"/>
        </w:rPr>
        <w:t>分。以</w:t>
      </w:r>
      <w:r w:rsidRPr="00A062E2">
        <w:rPr>
          <w:rFonts w:ascii="黑体" w:eastAsia="黑体" w:hAnsi="黑体" w:cs="宋体"/>
          <w:szCs w:val="21"/>
        </w:rPr>
        <w:t>7</w:t>
      </w:r>
      <w:r w:rsidRPr="00A062E2">
        <w:rPr>
          <w:rFonts w:ascii="黑体" w:eastAsia="黑体" w:hAnsi="黑体" w:cs="宋体" w:hint="eastAsia"/>
          <w:szCs w:val="21"/>
        </w:rPr>
        <w:t>分为基准分上下浮动。内容</w:t>
      </w:r>
      <w:r w:rsidRPr="00A062E2">
        <w:rPr>
          <w:rFonts w:ascii="黑体" w:eastAsia="黑体" w:hAnsi="黑体" w:cs="宋体"/>
          <w:szCs w:val="21"/>
        </w:rPr>
        <w:t>7</w:t>
      </w:r>
      <w:r w:rsidRPr="00A062E2">
        <w:rPr>
          <w:rFonts w:ascii="黑体" w:eastAsia="黑体" w:hAnsi="黑体" w:cs="宋体" w:hint="eastAsia"/>
          <w:szCs w:val="21"/>
        </w:rPr>
        <w:t>分（符合题意</w:t>
      </w:r>
      <w:r w:rsidRPr="00A062E2">
        <w:rPr>
          <w:rFonts w:ascii="黑体" w:eastAsia="黑体" w:hAnsi="黑体" w:cs="宋体"/>
          <w:szCs w:val="21"/>
        </w:rPr>
        <w:t>2</w:t>
      </w:r>
      <w:r w:rsidRPr="00A062E2">
        <w:rPr>
          <w:rFonts w:ascii="黑体" w:eastAsia="黑体" w:hAnsi="黑体" w:cs="宋体" w:hint="eastAsia"/>
          <w:szCs w:val="21"/>
        </w:rPr>
        <w:t>分，中心明确</w:t>
      </w:r>
      <w:r w:rsidRPr="00A062E2">
        <w:rPr>
          <w:rFonts w:ascii="黑体" w:eastAsia="黑体" w:hAnsi="黑体" w:cs="宋体"/>
          <w:szCs w:val="21"/>
        </w:rPr>
        <w:t>2</w:t>
      </w:r>
      <w:r w:rsidRPr="00A062E2">
        <w:rPr>
          <w:rFonts w:ascii="黑体" w:eastAsia="黑体" w:hAnsi="黑体" w:cs="宋体" w:hint="eastAsia"/>
          <w:szCs w:val="21"/>
        </w:rPr>
        <w:t>分，条理清楚</w:t>
      </w:r>
      <w:r w:rsidRPr="00A062E2">
        <w:rPr>
          <w:rFonts w:ascii="黑体" w:eastAsia="黑体" w:hAnsi="黑体" w:cs="宋体"/>
          <w:szCs w:val="21"/>
        </w:rPr>
        <w:t>2</w:t>
      </w:r>
      <w:r w:rsidRPr="00A062E2">
        <w:rPr>
          <w:rFonts w:ascii="黑体" w:eastAsia="黑体" w:hAnsi="黑体" w:cs="宋体" w:hint="eastAsia"/>
          <w:szCs w:val="21"/>
        </w:rPr>
        <w:t>分，结构完整</w:t>
      </w:r>
      <w:r w:rsidRPr="00A062E2">
        <w:rPr>
          <w:rFonts w:ascii="黑体" w:eastAsia="黑体" w:hAnsi="黑体" w:cs="宋体"/>
          <w:szCs w:val="21"/>
        </w:rPr>
        <w:t>1</w:t>
      </w:r>
      <w:r w:rsidRPr="00A062E2">
        <w:rPr>
          <w:rFonts w:ascii="黑体" w:eastAsia="黑体" w:hAnsi="黑体" w:cs="宋体" w:hint="eastAsia"/>
          <w:szCs w:val="21"/>
        </w:rPr>
        <w:t>分），语言</w:t>
      </w:r>
      <w:r w:rsidRPr="00A062E2">
        <w:rPr>
          <w:rFonts w:ascii="黑体" w:eastAsia="黑体" w:hAnsi="黑体" w:cs="宋体"/>
          <w:szCs w:val="21"/>
        </w:rPr>
        <w:t>3</w:t>
      </w:r>
      <w:r w:rsidRPr="00A062E2">
        <w:rPr>
          <w:rFonts w:ascii="黑体" w:eastAsia="黑体" w:hAnsi="黑体" w:cs="宋体" w:hint="eastAsia"/>
          <w:szCs w:val="21"/>
        </w:rPr>
        <w:t>分。字数不符合要求，扣</w:t>
      </w:r>
      <w:r w:rsidRPr="00A062E2">
        <w:rPr>
          <w:rFonts w:ascii="黑体" w:eastAsia="黑体" w:hAnsi="黑体" w:cs="宋体"/>
          <w:szCs w:val="21"/>
        </w:rPr>
        <w:t>1</w:t>
      </w:r>
      <w:r w:rsidRPr="00A062E2">
        <w:rPr>
          <w:rFonts w:ascii="黑体" w:eastAsia="黑体" w:hAnsi="黑体" w:cs="宋体" w:hint="eastAsia"/>
          <w:szCs w:val="21"/>
        </w:rPr>
        <w:t>分。</w:t>
      </w:r>
    </w:p>
    <w:p w:rsidR="00F47D43" w:rsidRPr="00CE1B64" w:rsidRDefault="00F47D43" w:rsidP="00CE1B64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21</w:t>
      </w:r>
      <w:r>
        <w:rPr>
          <w:rFonts w:ascii="宋体" w:cs="宋体"/>
          <w:szCs w:val="21"/>
        </w:rPr>
        <w:t>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40</w:t>
      </w:r>
      <w:r>
        <w:rPr>
          <w:rFonts w:ascii="宋体" w:hAnsi="宋体" w:cs="宋体" w:hint="eastAsia"/>
          <w:szCs w:val="21"/>
        </w:rPr>
        <w:t>分）</w:t>
      </w:r>
    </w:p>
    <w:p w:rsidR="00F47D43" w:rsidRPr="00B60869" w:rsidRDefault="00F47D43" w:rsidP="00CE1B64">
      <w:pPr>
        <w:spacing w:line="320" w:lineRule="exact"/>
        <w:rPr>
          <w:rFonts w:ascii="黑体" w:eastAsia="黑体" w:hAnsi="黑体" w:cs="宋体"/>
          <w:szCs w:val="21"/>
        </w:rPr>
      </w:pPr>
      <w:r w:rsidRPr="00B60869">
        <w:rPr>
          <w:rFonts w:ascii="黑体" w:eastAsia="黑体" w:hAnsi="黑体" w:cs="宋体" w:hint="eastAsia"/>
          <w:szCs w:val="21"/>
        </w:rPr>
        <w:t>（</w:t>
      </w:r>
      <w:r w:rsidRPr="00B60869">
        <w:rPr>
          <w:rFonts w:ascii="黑体" w:eastAsia="黑体" w:hAnsi="黑体" w:cs="宋体"/>
          <w:szCs w:val="21"/>
        </w:rPr>
        <w:t>1</w:t>
      </w:r>
      <w:r w:rsidRPr="00B60869">
        <w:rPr>
          <w:rFonts w:ascii="黑体" w:eastAsia="黑体" w:hAnsi="黑体" w:cs="宋体" w:hint="eastAsia"/>
          <w:szCs w:val="21"/>
        </w:rPr>
        <w:t>）评分标准</w:t>
      </w:r>
    </w:p>
    <w:tbl>
      <w:tblPr>
        <w:tblW w:w="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2"/>
        <w:gridCol w:w="2873"/>
        <w:gridCol w:w="1968"/>
        <w:gridCol w:w="241"/>
        <w:gridCol w:w="1841"/>
      </w:tblGrid>
      <w:tr w:rsidR="00F47D43">
        <w:trPr>
          <w:cantSplit/>
          <w:trHeight w:val="716"/>
        </w:trPr>
        <w:tc>
          <w:tcPr>
            <w:tcW w:w="1272" w:type="dxa"/>
            <w:vAlign w:val="center"/>
          </w:tcPr>
          <w:p w:rsidR="00F47D43" w:rsidRDefault="00F47D43">
            <w:pPr>
              <w:spacing w:line="360" w:lineRule="auto"/>
              <w:rPr>
                <w:rFonts w:ascii="宋体" w:cs="宋体"/>
                <w:b/>
                <w:szCs w:val="21"/>
              </w:rPr>
            </w:pPr>
            <w:r>
              <w:rPr>
                <w:noProof/>
              </w:rPr>
              <w:pict>
                <v:line id="Line 2" o:spid="_x0000_s1026" style="position:absolute;left:0;text-align:left;z-index:251658240" from="-5.35pt,-.45pt" to="57.6pt,46.3pt" o:preferrelative="t">
                  <v:stroke miterlimit="2"/>
                </v:line>
              </w:pic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b/>
                <w:szCs w:val="21"/>
              </w:rPr>
              <w:t>项目</w:t>
            </w:r>
          </w:p>
          <w:p w:rsidR="00F47D43" w:rsidRDefault="00F47D43">
            <w:pPr>
              <w:spacing w:line="360" w:lineRule="auto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等级</w:t>
            </w:r>
          </w:p>
        </w:tc>
        <w:tc>
          <w:tcPr>
            <w:tcW w:w="2873" w:type="dxa"/>
            <w:vAlign w:val="center"/>
          </w:tcPr>
          <w:p w:rsidR="00F47D43" w:rsidRDefault="00F47D43">
            <w:pPr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内容、表达（</w:t>
            </w:r>
            <w:r>
              <w:rPr>
                <w:rFonts w:ascii="宋体" w:hAnsi="宋体" w:cs="宋体"/>
                <w:b/>
                <w:szCs w:val="21"/>
              </w:rPr>
              <w:t>36</w:t>
            </w:r>
            <w:r>
              <w:rPr>
                <w:rFonts w:ascii="宋体" w:hAnsi="宋体" w:cs="宋体" w:hint="eastAsia"/>
                <w:b/>
                <w:szCs w:val="21"/>
              </w:rPr>
              <w:t>分）</w:t>
            </w:r>
          </w:p>
        </w:tc>
        <w:tc>
          <w:tcPr>
            <w:tcW w:w="1968" w:type="dxa"/>
            <w:vAlign w:val="center"/>
          </w:tcPr>
          <w:p w:rsidR="00F47D43" w:rsidRDefault="00F47D43">
            <w:pPr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说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明</w:t>
            </w:r>
          </w:p>
        </w:tc>
        <w:tc>
          <w:tcPr>
            <w:tcW w:w="241" w:type="dxa"/>
            <w:vMerge w:val="restart"/>
            <w:vAlign w:val="center"/>
          </w:tcPr>
          <w:p w:rsidR="00F47D43" w:rsidRDefault="00F47D43">
            <w:pPr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F47D43" w:rsidRDefault="00F47D43">
            <w:pPr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书写（</w:t>
            </w:r>
            <w:r>
              <w:rPr>
                <w:rFonts w:ascii="宋体" w:hAnsi="宋体" w:cs="宋体"/>
                <w:b/>
                <w:szCs w:val="21"/>
              </w:rPr>
              <w:t>4</w:t>
            </w:r>
            <w:r>
              <w:rPr>
                <w:rFonts w:ascii="宋体" w:hAnsi="宋体" w:cs="宋体" w:hint="eastAsia"/>
                <w:b/>
                <w:szCs w:val="21"/>
              </w:rPr>
              <w:t>分）</w:t>
            </w:r>
          </w:p>
        </w:tc>
      </w:tr>
      <w:tr w:rsidR="00F47D43">
        <w:trPr>
          <w:cantSplit/>
          <w:trHeight w:val="375"/>
        </w:trPr>
        <w:tc>
          <w:tcPr>
            <w:tcW w:w="1272" w:type="dxa"/>
            <w:vMerge w:val="restart"/>
            <w:vAlign w:val="center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一类卷</w:t>
            </w:r>
          </w:p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</w:t>
            </w:r>
            <w:r>
              <w:rPr>
                <w:rFonts w:ascii="宋体" w:hAnsi="宋体" w:cs="宋体"/>
                <w:b/>
                <w:szCs w:val="21"/>
              </w:rPr>
              <w:t>40—34</w:t>
            </w:r>
            <w:r>
              <w:rPr>
                <w:rFonts w:ascii="宋体" w:hAnsi="宋体" w:cs="宋体" w:hint="eastAsia"/>
                <w:b/>
                <w:szCs w:val="21"/>
              </w:rPr>
              <w:t>）</w:t>
            </w:r>
          </w:p>
        </w:tc>
        <w:tc>
          <w:tcPr>
            <w:tcW w:w="2873" w:type="dxa"/>
            <w:vMerge w:val="restart"/>
          </w:tcPr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要求：符合题意，内容具体，中心明确；条理清楚，结构合理；语言通顺，有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szCs w:val="21"/>
              </w:rPr>
              <w:t>处以下语病。</w:t>
            </w:r>
          </w:p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赋分</w:t>
            </w:r>
            <w:r>
              <w:rPr>
                <w:rFonts w:ascii="宋体" w:hAnsi="宋体" w:cs="宋体" w:hint="eastAsia"/>
                <w:bCs/>
                <w:szCs w:val="21"/>
              </w:rPr>
              <w:t>范围：</w:t>
            </w:r>
            <w:r>
              <w:rPr>
                <w:rFonts w:ascii="宋体" w:hAnsi="宋体" w:cs="宋体"/>
                <w:bCs/>
                <w:szCs w:val="21"/>
              </w:rPr>
              <w:t>36—30</w:t>
            </w:r>
            <w:r>
              <w:rPr>
                <w:rFonts w:ascii="宋体" w:hAnsi="宋体" w:cs="宋体" w:hint="eastAsia"/>
                <w:bCs/>
                <w:szCs w:val="21"/>
              </w:rPr>
              <w:t>分</w:t>
            </w:r>
          </w:p>
        </w:tc>
        <w:tc>
          <w:tcPr>
            <w:tcW w:w="1968" w:type="dxa"/>
            <w:vMerge w:val="restart"/>
            <w:vAlign w:val="center"/>
          </w:tcPr>
          <w:p w:rsidR="00F47D43" w:rsidRDefault="00F47D43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以</w:t>
            </w:r>
            <w:r>
              <w:rPr>
                <w:rFonts w:ascii="宋体" w:hAnsi="宋体" w:cs="宋体"/>
                <w:szCs w:val="21"/>
              </w:rPr>
              <w:t>33</w:t>
            </w:r>
            <w:r>
              <w:rPr>
                <w:rFonts w:ascii="宋体" w:hAnsi="宋体" w:cs="宋体" w:hint="eastAsia"/>
                <w:szCs w:val="21"/>
              </w:rPr>
              <w:t>分为基准分上下浮动，然后加书写项的得分。</w:t>
            </w:r>
          </w:p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241" w:type="dxa"/>
            <w:vMerge/>
            <w:vAlign w:val="center"/>
          </w:tcPr>
          <w:p w:rsidR="00F47D43" w:rsidRDefault="00F47D43">
            <w:pPr>
              <w:rPr>
                <w:rFonts w:ascii="宋体" w:cs="宋体"/>
                <w:b/>
                <w:szCs w:val="21"/>
              </w:rPr>
            </w:pPr>
          </w:p>
        </w:tc>
        <w:tc>
          <w:tcPr>
            <w:tcW w:w="1841" w:type="dxa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>4</w:t>
            </w:r>
            <w:r>
              <w:rPr>
                <w:rFonts w:ascii="宋体" w:hAnsi="宋体" w:cs="宋体" w:hint="eastAsia"/>
                <w:b/>
                <w:szCs w:val="21"/>
              </w:rPr>
              <w:t>分</w:t>
            </w:r>
          </w:p>
        </w:tc>
      </w:tr>
      <w:tr w:rsidR="00F47D43">
        <w:trPr>
          <w:cantSplit/>
          <w:trHeight w:val="729"/>
        </w:trPr>
        <w:tc>
          <w:tcPr>
            <w:tcW w:w="1272" w:type="dxa"/>
            <w:vMerge/>
            <w:vAlign w:val="center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2873" w:type="dxa"/>
            <w:vMerge/>
          </w:tcPr>
          <w:p w:rsidR="00F47D43" w:rsidRDefault="00F47D43" w:rsidP="00F47D43">
            <w:pPr>
              <w:ind w:firstLineChars="100" w:firstLine="31680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68" w:type="dxa"/>
            <w:vMerge/>
            <w:vAlign w:val="center"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241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841" w:type="dxa"/>
          </w:tcPr>
          <w:p w:rsidR="00F47D43" w:rsidRDefault="00F47D43">
            <w:pPr>
              <w:widowControl/>
              <w:jc w:val="left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书写工整，标点正确，错别字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szCs w:val="21"/>
              </w:rPr>
              <w:t>个以下，格式规范。</w:t>
            </w:r>
          </w:p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</w:p>
        </w:tc>
      </w:tr>
      <w:tr w:rsidR="00F47D43">
        <w:trPr>
          <w:cantSplit/>
          <w:trHeight w:val="375"/>
        </w:trPr>
        <w:tc>
          <w:tcPr>
            <w:tcW w:w="1272" w:type="dxa"/>
            <w:vMerge w:val="restart"/>
            <w:vAlign w:val="center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二类卷</w:t>
            </w:r>
          </w:p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</w:t>
            </w:r>
            <w:r>
              <w:rPr>
                <w:rFonts w:ascii="宋体" w:hAnsi="宋体" w:cs="宋体"/>
                <w:b/>
                <w:szCs w:val="21"/>
              </w:rPr>
              <w:t>33—29</w:t>
            </w:r>
            <w:r>
              <w:rPr>
                <w:rFonts w:ascii="宋体" w:hAnsi="宋体" w:cs="宋体" w:hint="eastAsia"/>
                <w:b/>
                <w:szCs w:val="21"/>
              </w:rPr>
              <w:t>）</w:t>
            </w:r>
          </w:p>
        </w:tc>
        <w:tc>
          <w:tcPr>
            <w:tcW w:w="2873" w:type="dxa"/>
            <w:vMerge w:val="restart"/>
          </w:tcPr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要求：比较符合题意，内容比较具体，中心比较明确；条理比较清楚，结构比较合理；语言比较通顺，有</w:t>
            </w:r>
            <w:r>
              <w:rPr>
                <w:rFonts w:ascii="宋体" w:hAnsi="宋体" w:cs="宋体"/>
                <w:bCs/>
                <w:szCs w:val="21"/>
              </w:rPr>
              <w:t>3—4</w:t>
            </w:r>
            <w:r>
              <w:rPr>
                <w:rFonts w:ascii="宋体" w:hAnsi="宋体" w:cs="宋体" w:hint="eastAsia"/>
                <w:bCs/>
                <w:szCs w:val="21"/>
              </w:rPr>
              <w:t>处语病。</w:t>
            </w:r>
          </w:p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赋分</w:t>
            </w:r>
            <w:r>
              <w:rPr>
                <w:rFonts w:ascii="宋体" w:hAnsi="宋体" w:cs="宋体" w:hint="eastAsia"/>
                <w:bCs/>
                <w:szCs w:val="21"/>
              </w:rPr>
              <w:t>范围：</w:t>
            </w:r>
            <w:r>
              <w:rPr>
                <w:rFonts w:ascii="宋体" w:hAnsi="宋体" w:cs="宋体"/>
                <w:bCs/>
                <w:szCs w:val="21"/>
              </w:rPr>
              <w:t>29—25</w:t>
            </w:r>
            <w:r>
              <w:rPr>
                <w:rFonts w:ascii="宋体" w:hAnsi="宋体" w:cs="宋体" w:hint="eastAsia"/>
                <w:bCs/>
                <w:szCs w:val="21"/>
              </w:rPr>
              <w:t>分</w:t>
            </w:r>
          </w:p>
        </w:tc>
        <w:tc>
          <w:tcPr>
            <w:tcW w:w="1968" w:type="dxa"/>
            <w:vMerge w:val="restart"/>
            <w:vAlign w:val="center"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  <w:p w:rsidR="00F47D43" w:rsidRDefault="00F47D43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以</w:t>
            </w:r>
            <w:r>
              <w:rPr>
                <w:rFonts w:ascii="宋体" w:hAnsi="宋体" w:cs="宋体"/>
                <w:szCs w:val="21"/>
              </w:rPr>
              <w:t>27</w:t>
            </w:r>
            <w:r>
              <w:rPr>
                <w:rFonts w:ascii="宋体" w:hAnsi="宋体" w:cs="宋体" w:hint="eastAsia"/>
                <w:szCs w:val="21"/>
              </w:rPr>
              <w:t>分为基准分上下浮动，然后加书写项的得分。</w:t>
            </w:r>
          </w:p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241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841" w:type="dxa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>3</w:t>
            </w:r>
            <w:r>
              <w:rPr>
                <w:rFonts w:ascii="宋体" w:hAnsi="宋体" w:cs="宋体" w:hint="eastAsia"/>
                <w:b/>
                <w:szCs w:val="21"/>
              </w:rPr>
              <w:t>分</w:t>
            </w:r>
          </w:p>
        </w:tc>
      </w:tr>
      <w:tr w:rsidR="00F47D43">
        <w:trPr>
          <w:cantSplit/>
          <w:trHeight w:val="1062"/>
        </w:trPr>
        <w:tc>
          <w:tcPr>
            <w:tcW w:w="1272" w:type="dxa"/>
            <w:vMerge/>
            <w:vAlign w:val="center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2873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241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841" w:type="dxa"/>
          </w:tcPr>
          <w:p w:rsidR="00F47D43" w:rsidRDefault="00F47D43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书写工整，标点大体正确，错别字</w:t>
            </w:r>
            <w:r>
              <w:rPr>
                <w:rFonts w:ascii="宋体" w:hAnsi="宋体" w:cs="宋体"/>
                <w:bCs/>
                <w:szCs w:val="21"/>
              </w:rPr>
              <w:t>3—4</w:t>
            </w:r>
            <w:r>
              <w:rPr>
                <w:rFonts w:ascii="宋体" w:hAnsi="宋体" w:cs="宋体" w:hint="eastAsia"/>
                <w:bCs/>
                <w:szCs w:val="21"/>
              </w:rPr>
              <w:t>个，格式规范。</w:t>
            </w:r>
          </w:p>
        </w:tc>
      </w:tr>
      <w:tr w:rsidR="00F47D43">
        <w:trPr>
          <w:cantSplit/>
          <w:trHeight w:val="375"/>
        </w:trPr>
        <w:tc>
          <w:tcPr>
            <w:tcW w:w="1272" w:type="dxa"/>
            <w:vMerge w:val="restart"/>
            <w:vAlign w:val="center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三类卷</w:t>
            </w:r>
          </w:p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</w:t>
            </w:r>
            <w:r>
              <w:rPr>
                <w:rFonts w:ascii="宋体" w:hAnsi="宋体" w:cs="宋体"/>
                <w:b/>
                <w:szCs w:val="21"/>
              </w:rPr>
              <w:t>28—24</w:t>
            </w:r>
            <w:r>
              <w:rPr>
                <w:rFonts w:ascii="宋体" w:hAnsi="宋体" w:cs="宋体" w:hint="eastAsia"/>
                <w:b/>
                <w:szCs w:val="21"/>
              </w:rPr>
              <w:t>）</w:t>
            </w:r>
          </w:p>
        </w:tc>
        <w:tc>
          <w:tcPr>
            <w:tcW w:w="2873" w:type="dxa"/>
            <w:vMerge w:val="restart"/>
          </w:tcPr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要求：基本符合题意，内容尚具体，中心基本明确；条理基本清楚，结构基本完整；语言基本通顺，有</w:t>
            </w:r>
            <w:r>
              <w:rPr>
                <w:rFonts w:ascii="宋体" w:hAnsi="宋体" w:cs="宋体"/>
                <w:bCs/>
                <w:szCs w:val="21"/>
              </w:rPr>
              <w:t>5—6</w:t>
            </w:r>
            <w:r>
              <w:rPr>
                <w:rFonts w:ascii="宋体" w:hAnsi="宋体" w:cs="宋体" w:hint="eastAsia"/>
                <w:bCs/>
                <w:szCs w:val="21"/>
              </w:rPr>
              <w:t>处语病。</w:t>
            </w:r>
          </w:p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赋分</w:t>
            </w:r>
            <w:r>
              <w:rPr>
                <w:rFonts w:ascii="宋体" w:hAnsi="宋体" w:cs="宋体" w:hint="eastAsia"/>
                <w:bCs/>
                <w:szCs w:val="21"/>
              </w:rPr>
              <w:t>范围：</w:t>
            </w:r>
            <w:r>
              <w:rPr>
                <w:rFonts w:ascii="宋体" w:hAnsi="宋体" w:cs="宋体"/>
                <w:bCs/>
                <w:szCs w:val="21"/>
              </w:rPr>
              <w:t>24—20</w:t>
            </w:r>
            <w:r>
              <w:rPr>
                <w:rFonts w:ascii="宋体" w:hAnsi="宋体" w:cs="宋体" w:hint="eastAsia"/>
                <w:bCs/>
                <w:szCs w:val="21"/>
              </w:rPr>
              <w:t>分</w:t>
            </w:r>
          </w:p>
        </w:tc>
        <w:tc>
          <w:tcPr>
            <w:tcW w:w="1968" w:type="dxa"/>
            <w:vMerge w:val="restart"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  <w:p w:rsidR="00F47D43" w:rsidRDefault="00F47D43" w:rsidP="00582C21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以</w:t>
            </w:r>
            <w:r>
              <w:rPr>
                <w:rFonts w:ascii="宋体" w:hAnsi="宋体" w:cs="宋体"/>
                <w:szCs w:val="21"/>
              </w:rPr>
              <w:t>22</w:t>
            </w:r>
            <w:r>
              <w:rPr>
                <w:rFonts w:ascii="宋体" w:hAnsi="宋体" w:cs="宋体" w:hint="eastAsia"/>
                <w:szCs w:val="21"/>
              </w:rPr>
              <w:t>分为基准分上下浮动，然后加书写项的得分。</w:t>
            </w:r>
          </w:p>
        </w:tc>
        <w:tc>
          <w:tcPr>
            <w:tcW w:w="241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841" w:type="dxa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>2</w:t>
            </w:r>
            <w:r>
              <w:rPr>
                <w:rFonts w:ascii="宋体" w:hAnsi="宋体" w:cs="宋体" w:hint="eastAsia"/>
                <w:b/>
                <w:szCs w:val="21"/>
              </w:rPr>
              <w:t>分</w:t>
            </w:r>
          </w:p>
        </w:tc>
      </w:tr>
      <w:tr w:rsidR="00F47D43">
        <w:trPr>
          <w:cantSplit/>
          <w:trHeight w:val="711"/>
        </w:trPr>
        <w:tc>
          <w:tcPr>
            <w:tcW w:w="1272" w:type="dxa"/>
            <w:vMerge/>
            <w:vAlign w:val="center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2873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241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841" w:type="dxa"/>
          </w:tcPr>
          <w:p w:rsidR="00F47D43" w:rsidRDefault="00F47D43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字迹不够清楚，标点错误较多，错别字</w:t>
            </w:r>
            <w:r>
              <w:rPr>
                <w:rFonts w:ascii="宋体" w:hAnsi="宋体" w:cs="宋体"/>
                <w:bCs/>
                <w:szCs w:val="21"/>
              </w:rPr>
              <w:t>5—7</w:t>
            </w:r>
            <w:r>
              <w:rPr>
                <w:rFonts w:ascii="宋体" w:hAnsi="宋体" w:cs="宋体" w:hint="eastAsia"/>
                <w:bCs/>
                <w:szCs w:val="21"/>
              </w:rPr>
              <w:t>个，格式大体规范。</w:t>
            </w:r>
          </w:p>
        </w:tc>
      </w:tr>
      <w:tr w:rsidR="00F47D43">
        <w:trPr>
          <w:cantSplit/>
          <w:trHeight w:val="365"/>
        </w:trPr>
        <w:tc>
          <w:tcPr>
            <w:tcW w:w="1272" w:type="dxa"/>
            <w:vMerge w:val="restart"/>
            <w:vAlign w:val="center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四类卷</w:t>
            </w:r>
          </w:p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</w:t>
            </w:r>
            <w:r>
              <w:rPr>
                <w:rFonts w:ascii="宋体" w:hAnsi="宋体" w:cs="宋体"/>
                <w:b/>
                <w:szCs w:val="21"/>
              </w:rPr>
              <w:t>23—</w:t>
            </w:r>
            <w:r>
              <w:rPr>
                <w:rFonts w:ascii="宋体" w:cs="宋体"/>
                <w:b/>
                <w:szCs w:val="21"/>
              </w:rPr>
              <w:t>0</w:t>
            </w:r>
            <w:r>
              <w:rPr>
                <w:rFonts w:ascii="宋体" w:hAnsi="宋体" w:cs="宋体" w:hint="eastAsia"/>
                <w:b/>
                <w:szCs w:val="21"/>
              </w:rPr>
              <w:t>）</w:t>
            </w:r>
          </w:p>
        </w:tc>
        <w:tc>
          <w:tcPr>
            <w:tcW w:w="2873" w:type="dxa"/>
            <w:vMerge w:val="restart"/>
          </w:tcPr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要求：不符合题意，内容空洞，中心不明确；条理不清楚，结构不完整；语言不通顺，有</w:t>
            </w:r>
            <w:r>
              <w:rPr>
                <w:rFonts w:ascii="宋体" w:hAnsi="宋体" w:cs="宋体"/>
                <w:bCs/>
                <w:szCs w:val="21"/>
              </w:rPr>
              <w:t>7</w:t>
            </w:r>
            <w:r>
              <w:rPr>
                <w:rFonts w:ascii="宋体" w:hAnsi="宋体" w:cs="宋体" w:hint="eastAsia"/>
                <w:bCs/>
                <w:szCs w:val="21"/>
              </w:rPr>
              <w:t>处以上语病。</w:t>
            </w:r>
          </w:p>
          <w:p w:rsidR="00F47D43" w:rsidRDefault="00F47D43">
            <w:pPr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赋分</w:t>
            </w:r>
            <w:r>
              <w:rPr>
                <w:rFonts w:ascii="宋体" w:hAnsi="宋体" w:cs="宋体" w:hint="eastAsia"/>
                <w:bCs/>
                <w:szCs w:val="21"/>
              </w:rPr>
              <w:t>范围：</w:t>
            </w:r>
            <w:r>
              <w:rPr>
                <w:rFonts w:ascii="宋体" w:hAnsi="宋体" w:cs="宋体"/>
                <w:bCs/>
                <w:szCs w:val="21"/>
              </w:rPr>
              <w:t>19—</w:t>
            </w:r>
            <w:r>
              <w:rPr>
                <w:rFonts w:ascii="宋体" w:cs="宋体"/>
                <w:bCs/>
                <w:szCs w:val="21"/>
              </w:rPr>
              <w:t>0</w:t>
            </w:r>
            <w:r>
              <w:rPr>
                <w:rFonts w:ascii="宋体" w:hAnsi="宋体" w:cs="宋体" w:hint="eastAsia"/>
                <w:bCs/>
                <w:szCs w:val="21"/>
              </w:rPr>
              <w:t>分</w:t>
            </w:r>
          </w:p>
        </w:tc>
        <w:tc>
          <w:tcPr>
            <w:tcW w:w="1968" w:type="dxa"/>
            <w:vMerge w:val="restart"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  <w:p w:rsidR="00F47D43" w:rsidRDefault="00F47D43" w:rsidP="00A8374C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以</w:t>
            </w:r>
            <w:r>
              <w:rPr>
                <w:rFonts w:ascii="宋体" w:hAnsi="宋体" w:cs="宋体"/>
                <w:szCs w:val="21"/>
              </w:rPr>
              <w:t>13</w:t>
            </w:r>
            <w:r>
              <w:rPr>
                <w:rFonts w:ascii="宋体" w:hAnsi="宋体" w:cs="宋体" w:hint="eastAsia"/>
                <w:szCs w:val="21"/>
              </w:rPr>
              <w:t>分为基准分上下浮动，然后加书写项的得分。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241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841" w:type="dxa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>1—</w:t>
            </w:r>
            <w:r>
              <w:rPr>
                <w:rFonts w:ascii="宋体" w:cs="宋体"/>
                <w:b/>
                <w:szCs w:val="21"/>
              </w:rPr>
              <w:t>0</w:t>
            </w:r>
            <w:r>
              <w:rPr>
                <w:rFonts w:ascii="宋体" w:hAnsi="宋体" w:cs="宋体" w:hint="eastAsia"/>
                <w:b/>
                <w:szCs w:val="21"/>
              </w:rPr>
              <w:t>分</w:t>
            </w:r>
          </w:p>
        </w:tc>
      </w:tr>
      <w:tr w:rsidR="00F47D43">
        <w:trPr>
          <w:cantSplit/>
          <w:trHeight w:val="707"/>
        </w:trPr>
        <w:tc>
          <w:tcPr>
            <w:tcW w:w="1272" w:type="dxa"/>
            <w:vMerge/>
            <w:vAlign w:val="center"/>
          </w:tcPr>
          <w:p w:rsidR="00F47D43" w:rsidRDefault="00F47D43">
            <w:pPr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2873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241" w:type="dxa"/>
            <w:vMerge/>
          </w:tcPr>
          <w:p w:rsidR="00F47D43" w:rsidRDefault="00F47D43">
            <w:pPr>
              <w:rPr>
                <w:rFonts w:ascii="宋体" w:cs="宋体"/>
                <w:szCs w:val="21"/>
              </w:rPr>
            </w:pPr>
          </w:p>
        </w:tc>
        <w:tc>
          <w:tcPr>
            <w:tcW w:w="1841" w:type="dxa"/>
          </w:tcPr>
          <w:p w:rsidR="00F47D43" w:rsidRDefault="00F47D43">
            <w:pPr>
              <w:widowControl/>
              <w:jc w:val="left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字迹潦草，难以辨认，标点错误很多，错别字</w:t>
            </w:r>
            <w:r>
              <w:rPr>
                <w:rFonts w:ascii="宋体" w:hAnsi="宋体" w:cs="宋体"/>
                <w:bCs/>
                <w:szCs w:val="21"/>
              </w:rPr>
              <w:t>8</w:t>
            </w:r>
            <w:r>
              <w:rPr>
                <w:rFonts w:ascii="宋体" w:hAnsi="宋体" w:cs="宋体" w:hint="eastAsia"/>
                <w:bCs/>
                <w:szCs w:val="21"/>
              </w:rPr>
              <w:t>个以上，格式不规范。</w:t>
            </w:r>
          </w:p>
        </w:tc>
      </w:tr>
    </w:tbl>
    <w:p w:rsidR="00F47D43" w:rsidRDefault="00F47D43">
      <w:p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）说明</w:t>
      </w:r>
    </w:p>
    <w:p w:rsidR="00F47D43" w:rsidRDefault="00F47D43" w:rsidP="00CF36A2">
      <w:pPr>
        <w:ind w:firstLineChars="300" w:firstLine="3168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①不将题目填写在答题纸上，从总得分中扣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分。</w:t>
      </w:r>
      <w:r>
        <w:rPr>
          <w:rFonts w:ascii="宋体" w:hAnsi="宋体" w:cs="宋体"/>
          <w:szCs w:val="21"/>
        </w:rPr>
        <w:t xml:space="preserve">    </w:t>
      </w:r>
    </w:p>
    <w:p w:rsidR="00F47D43" w:rsidRDefault="00F47D43" w:rsidP="00CF36A2">
      <w:pPr>
        <w:ind w:firstLineChars="300" w:firstLine="3168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②字数不足</w:t>
      </w:r>
      <w:r>
        <w:rPr>
          <w:rFonts w:ascii="宋体" w:hAnsi="宋体" w:cs="宋体"/>
          <w:szCs w:val="21"/>
        </w:rPr>
        <w:t>600</w:t>
      </w:r>
      <w:r>
        <w:rPr>
          <w:rFonts w:ascii="宋体" w:hAnsi="宋体" w:cs="宋体" w:hint="eastAsia"/>
          <w:szCs w:val="21"/>
        </w:rPr>
        <w:t>字，每少</w:t>
      </w:r>
      <w:r>
        <w:rPr>
          <w:rFonts w:ascii="宋体" w:hAnsi="宋体" w:cs="宋体"/>
          <w:szCs w:val="21"/>
        </w:rPr>
        <w:t>50</w:t>
      </w:r>
      <w:r>
        <w:rPr>
          <w:rFonts w:ascii="宋体" w:hAnsi="宋体" w:cs="宋体" w:hint="eastAsia"/>
          <w:szCs w:val="21"/>
        </w:rPr>
        <w:t>字扣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分，最多扣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分。</w:t>
      </w:r>
    </w:p>
    <w:p w:rsidR="00F47D43" w:rsidRDefault="00F47D43" w:rsidP="00AF0F54">
      <w:pPr>
        <w:ind w:firstLineChars="294" w:firstLine="3168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③作文中如出现所在学校的校名或师生姓名，从总得分中扣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分。</w:t>
      </w:r>
    </w:p>
    <w:sectPr w:rsidR="00F47D43" w:rsidSect="00FC1E96">
      <w:footerReference w:type="default" r:id="rId7"/>
      <w:pgSz w:w="11850" w:h="16783"/>
      <w:pgMar w:top="1417" w:right="1644" w:bottom="1417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D43" w:rsidRDefault="00F47D43">
      <w:r>
        <w:separator/>
      </w:r>
    </w:p>
  </w:endnote>
  <w:endnote w:type="continuationSeparator" w:id="1">
    <w:p w:rsidR="00F47D43" w:rsidRDefault="00F47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43" w:rsidRDefault="00F47D43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F47D43" w:rsidRDefault="00F47D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D43" w:rsidRDefault="00F47D43">
      <w:r>
        <w:separator/>
      </w:r>
    </w:p>
  </w:footnote>
  <w:footnote w:type="continuationSeparator" w:id="1">
    <w:p w:rsidR="00F47D43" w:rsidRDefault="00F47D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97F0A"/>
    <w:multiLevelType w:val="hybridMultilevel"/>
    <w:tmpl w:val="31D64ECE"/>
    <w:lvl w:ilvl="0" w:tplc="4A6C606A">
      <w:start w:val="3"/>
      <w:numFmt w:val="decimalEnclosedCircle"/>
      <w:lvlText w:val="%1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  <w:rPr>
        <w:rFonts w:cs="Times New Roman"/>
      </w:rPr>
    </w:lvl>
  </w:abstractNum>
  <w:abstractNum w:abstractNumId="1">
    <w:nsid w:val="3F8E7495"/>
    <w:multiLevelType w:val="hybridMultilevel"/>
    <w:tmpl w:val="D27A5182"/>
    <w:lvl w:ilvl="0" w:tplc="E260FE70">
      <w:start w:val="1"/>
      <w:numFmt w:val="decimalEnclosedCircle"/>
      <w:lvlText w:val="%1"/>
      <w:lvlJc w:val="left"/>
      <w:pPr>
        <w:ind w:left="1200" w:hanging="360"/>
      </w:pPr>
      <w:rPr>
        <w:rFonts w:ascii="宋体" w:eastAsia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  <w:rPr>
        <w:rFonts w:cs="Times New Roman"/>
      </w:rPr>
    </w:lvl>
  </w:abstractNum>
  <w:abstractNum w:abstractNumId="2">
    <w:nsid w:val="544ED90E"/>
    <w:multiLevelType w:val="singleLevel"/>
    <w:tmpl w:val="544ED90E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3">
    <w:nsid w:val="544EDF6D"/>
    <w:multiLevelType w:val="singleLevel"/>
    <w:tmpl w:val="544EDF6D"/>
    <w:lvl w:ilvl="0">
      <w:start w:val="8"/>
      <w:numFmt w:val="decimal"/>
      <w:suff w:val="nothing"/>
      <w:lvlText w:val="%1．"/>
      <w:lvlJc w:val="left"/>
      <w:rPr>
        <w:rFonts w:cs="Times New Roman"/>
      </w:rPr>
    </w:lvl>
  </w:abstractNum>
  <w:abstractNum w:abstractNumId="4">
    <w:nsid w:val="544EF852"/>
    <w:multiLevelType w:val="singleLevel"/>
    <w:tmpl w:val="544EF852"/>
    <w:lvl w:ilvl="0">
      <w:start w:val="13"/>
      <w:numFmt w:val="decimal"/>
      <w:suff w:val="nothing"/>
      <w:lvlText w:val="%1."/>
      <w:lvlJc w:val="left"/>
      <w:rPr>
        <w:rFonts w:cs="Times New Roman"/>
      </w:rPr>
    </w:lvl>
  </w:abstractNum>
  <w:abstractNum w:abstractNumId="5">
    <w:nsid w:val="544EF888"/>
    <w:multiLevelType w:val="singleLevel"/>
    <w:tmpl w:val="544EF888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6">
    <w:nsid w:val="5452FD09"/>
    <w:multiLevelType w:val="singleLevel"/>
    <w:tmpl w:val="5452FD09"/>
    <w:lvl w:ilvl="0">
      <w:start w:val="16"/>
      <w:numFmt w:val="decimal"/>
      <w:suff w:val="nothing"/>
      <w:lvlText w:val="%1."/>
      <w:lvlJc w:val="left"/>
      <w:rPr>
        <w:rFonts w:cs="Times New Roman"/>
      </w:rPr>
    </w:lvl>
  </w:abstractNum>
  <w:abstractNum w:abstractNumId="7">
    <w:nsid w:val="54542DAB"/>
    <w:multiLevelType w:val="singleLevel"/>
    <w:tmpl w:val="54542DAB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8">
    <w:nsid w:val="54542E07"/>
    <w:multiLevelType w:val="singleLevel"/>
    <w:tmpl w:val="54542E07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9">
    <w:nsid w:val="54546187"/>
    <w:multiLevelType w:val="singleLevel"/>
    <w:tmpl w:val="EC029E46"/>
    <w:lvl w:ilvl="0">
      <w:start w:val="19"/>
      <w:numFmt w:val="decimal"/>
      <w:suff w:val="nothing"/>
      <w:lvlText w:val="%1."/>
      <w:lvlJc w:val="left"/>
      <w:rPr>
        <w:rFonts w:cs="Times New Roman"/>
      </w:rPr>
    </w:lvl>
  </w:abstractNum>
  <w:abstractNum w:abstractNumId="10">
    <w:nsid w:val="54550E27"/>
    <w:multiLevelType w:val="singleLevel"/>
    <w:tmpl w:val="54550E27"/>
    <w:lvl w:ilvl="0">
      <w:start w:val="21"/>
      <w:numFmt w:val="decimal"/>
      <w:suff w:val="nothing"/>
      <w:lvlText w:val="%1."/>
      <w:lvlJc w:val="left"/>
      <w:rPr>
        <w:rFonts w:cs="Times New Roman"/>
      </w:rPr>
    </w:lvl>
  </w:abstractNum>
  <w:abstractNum w:abstractNumId="11">
    <w:nsid w:val="54551395"/>
    <w:multiLevelType w:val="singleLevel"/>
    <w:tmpl w:val="54551395"/>
    <w:lvl w:ilvl="0">
      <w:start w:val="11"/>
      <w:numFmt w:val="decimal"/>
      <w:suff w:val="nothing"/>
      <w:lvlText w:val="%1."/>
      <w:lvlJc w:val="left"/>
      <w:rPr>
        <w:rFonts w:cs="Times New Roman"/>
      </w:rPr>
    </w:lvl>
  </w:abstractNum>
  <w:abstractNum w:abstractNumId="12">
    <w:nsid w:val="5E250C30"/>
    <w:multiLevelType w:val="hybridMultilevel"/>
    <w:tmpl w:val="42C8515C"/>
    <w:lvl w:ilvl="0" w:tplc="5D0AB49C">
      <w:start w:val="1"/>
      <w:numFmt w:val="decimalEnclosedCircle"/>
      <w:lvlText w:val="（%1）"/>
      <w:lvlJc w:val="left"/>
      <w:pPr>
        <w:ind w:left="157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  <w:rPr>
        <w:rFonts w:cs="Times New Roman"/>
      </w:rPr>
    </w:lvl>
  </w:abstractNum>
  <w:abstractNum w:abstractNumId="13">
    <w:nsid w:val="69DB50A2"/>
    <w:multiLevelType w:val="hybridMultilevel"/>
    <w:tmpl w:val="D72074E4"/>
    <w:lvl w:ilvl="0" w:tplc="783636EE">
      <w:start w:val="1"/>
      <w:numFmt w:val="decimalEnclosedCircle"/>
      <w:lvlText w:val="%1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  <w:rPr>
        <w:rFonts w:cs="Times New Roman"/>
      </w:rPr>
    </w:lvl>
  </w:abstractNum>
  <w:abstractNum w:abstractNumId="14">
    <w:nsid w:val="72EF011A"/>
    <w:multiLevelType w:val="hybridMultilevel"/>
    <w:tmpl w:val="D7BAA7D6"/>
    <w:lvl w:ilvl="0" w:tplc="04220310">
      <w:start w:val="1"/>
      <w:numFmt w:val="decimalEnclosedCircle"/>
      <w:lvlText w:val="（%1）"/>
      <w:lvlJc w:val="left"/>
      <w:pPr>
        <w:ind w:left="124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0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6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  <w:rPr>
        <w:rFonts w:cs="Times New Roman"/>
      </w:rPr>
    </w:lvl>
  </w:abstractNum>
  <w:abstractNum w:abstractNumId="15">
    <w:nsid w:val="73F019A6"/>
    <w:multiLevelType w:val="hybridMultilevel"/>
    <w:tmpl w:val="C16CEF76"/>
    <w:lvl w:ilvl="0" w:tplc="DBE455D8">
      <w:start w:val="1"/>
      <w:numFmt w:val="decimalEnclosedCircle"/>
      <w:lvlText w:val="%1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0"/>
  </w:num>
  <w:num w:numId="13">
    <w:abstractNumId w:val="15"/>
  </w:num>
  <w:num w:numId="14">
    <w:abstractNumId w:val="14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E9F"/>
    <w:rsid w:val="0000151C"/>
    <w:rsid w:val="00001BE7"/>
    <w:rsid w:val="00002C77"/>
    <w:rsid w:val="000030B1"/>
    <w:rsid w:val="00003685"/>
    <w:rsid w:val="000036EB"/>
    <w:rsid w:val="00004968"/>
    <w:rsid w:val="00006F7B"/>
    <w:rsid w:val="00011238"/>
    <w:rsid w:val="000126B3"/>
    <w:rsid w:val="0001302C"/>
    <w:rsid w:val="00013187"/>
    <w:rsid w:val="00014022"/>
    <w:rsid w:val="00014BDB"/>
    <w:rsid w:val="000159F4"/>
    <w:rsid w:val="00015A95"/>
    <w:rsid w:val="0001644F"/>
    <w:rsid w:val="00017686"/>
    <w:rsid w:val="0002003F"/>
    <w:rsid w:val="00020171"/>
    <w:rsid w:val="00020B88"/>
    <w:rsid w:val="00022102"/>
    <w:rsid w:val="0002241D"/>
    <w:rsid w:val="000227AF"/>
    <w:rsid w:val="00024253"/>
    <w:rsid w:val="0002510F"/>
    <w:rsid w:val="000264C3"/>
    <w:rsid w:val="00030E84"/>
    <w:rsid w:val="00031A7B"/>
    <w:rsid w:val="00032BAA"/>
    <w:rsid w:val="000409BA"/>
    <w:rsid w:val="00042437"/>
    <w:rsid w:val="00045006"/>
    <w:rsid w:val="00045093"/>
    <w:rsid w:val="000456AA"/>
    <w:rsid w:val="0005041D"/>
    <w:rsid w:val="000569FE"/>
    <w:rsid w:val="00056ACC"/>
    <w:rsid w:val="0006000F"/>
    <w:rsid w:val="0006107E"/>
    <w:rsid w:val="00061BAB"/>
    <w:rsid w:val="00062C3C"/>
    <w:rsid w:val="0006343B"/>
    <w:rsid w:val="00064077"/>
    <w:rsid w:val="0006550F"/>
    <w:rsid w:val="00065618"/>
    <w:rsid w:val="00066C1C"/>
    <w:rsid w:val="00067F3B"/>
    <w:rsid w:val="0007037A"/>
    <w:rsid w:val="000709B5"/>
    <w:rsid w:val="0007267C"/>
    <w:rsid w:val="00074ABC"/>
    <w:rsid w:val="00074E81"/>
    <w:rsid w:val="00076520"/>
    <w:rsid w:val="0007690F"/>
    <w:rsid w:val="00080842"/>
    <w:rsid w:val="00081F1C"/>
    <w:rsid w:val="00082C1B"/>
    <w:rsid w:val="00082D9C"/>
    <w:rsid w:val="00083624"/>
    <w:rsid w:val="0008536D"/>
    <w:rsid w:val="00085847"/>
    <w:rsid w:val="00091D90"/>
    <w:rsid w:val="00094E02"/>
    <w:rsid w:val="00095458"/>
    <w:rsid w:val="00096431"/>
    <w:rsid w:val="000A1A20"/>
    <w:rsid w:val="000A4441"/>
    <w:rsid w:val="000A4B79"/>
    <w:rsid w:val="000B0A30"/>
    <w:rsid w:val="000B0D96"/>
    <w:rsid w:val="000B1A87"/>
    <w:rsid w:val="000B27DC"/>
    <w:rsid w:val="000B2A98"/>
    <w:rsid w:val="000B61F9"/>
    <w:rsid w:val="000B74DC"/>
    <w:rsid w:val="000B7849"/>
    <w:rsid w:val="000B7C4F"/>
    <w:rsid w:val="000C08A4"/>
    <w:rsid w:val="000C2203"/>
    <w:rsid w:val="000C289C"/>
    <w:rsid w:val="000C39A2"/>
    <w:rsid w:val="000C41CE"/>
    <w:rsid w:val="000C6088"/>
    <w:rsid w:val="000D0CDA"/>
    <w:rsid w:val="000D0D37"/>
    <w:rsid w:val="000D1266"/>
    <w:rsid w:val="000D4AFB"/>
    <w:rsid w:val="000D769C"/>
    <w:rsid w:val="000E2189"/>
    <w:rsid w:val="000E458B"/>
    <w:rsid w:val="000E5170"/>
    <w:rsid w:val="000E7C3A"/>
    <w:rsid w:val="000F476C"/>
    <w:rsid w:val="000F5795"/>
    <w:rsid w:val="000F7B71"/>
    <w:rsid w:val="0010071D"/>
    <w:rsid w:val="00102EA3"/>
    <w:rsid w:val="0010450D"/>
    <w:rsid w:val="00105817"/>
    <w:rsid w:val="0010623E"/>
    <w:rsid w:val="0010635B"/>
    <w:rsid w:val="001120C9"/>
    <w:rsid w:val="00115188"/>
    <w:rsid w:val="00115F1F"/>
    <w:rsid w:val="0012205D"/>
    <w:rsid w:val="00124CEE"/>
    <w:rsid w:val="001253FF"/>
    <w:rsid w:val="0012736F"/>
    <w:rsid w:val="00130E80"/>
    <w:rsid w:val="00133BFB"/>
    <w:rsid w:val="00134FBB"/>
    <w:rsid w:val="00135DD5"/>
    <w:rsid w:val="001373E8"/>
    <w:rsid w:val="001409E8"/>
    <w:rsid w:val="00140F7B"/>
    <w:rsid w:val="00141B82"/>
    <w:rsid w:val="00142400"/>
    <w:rsid w:val="00142E05"/>
    <w:rsid w:val="00142E88"/>
    <w:rsid w:val="00145BCD"/>
    <w:rsid w:val="00150FF9"/>
    <w:rsid w:val="00152663"/>
    <w:rsid w:val="00153887"/>
    <w:rsid w:val="00160C46"/>
    <w:rsid w:val="001657D5"/>
    <w:rsid w:val="0017308D"/>
    <w:rsid w:val="00174974"/>
    <w:rsid w:val="00175980"/>
    <w:rsid w:val="001766CD"/>
    <w:rsid w:val="00184126"/>
    <w:rsid w:val="0018459A"/>
    <w:rsid w:val="001850DD"/>
    <w:rsid w:val="0018571E"/>
    <w:rsid w:val="001876A7"/>
    <w:rsid w:val="0019112F"/>
    <w:rsid w:val="00194472"/>
    <w:rsid w:val="001A4BCB"/>
    <w:rsid w:val="001A59AD"/>
    <w:rsid w:val="001B1333"/>
    <w:rsid w:val="001B7847"/>
    <w:rsid w:val="001C1EC2"/>
    <w:rsid w:val="001C2179"/>
    <w:rsid w:val="001C35A9"/>
    <w:rsid w:val="001C5DFB"/>
    <w:rsid w:val="001C723B"/>
    <w:rsid w:val="001D2147"/>
    <w:rsid w:val="001D27D6"/>
    <w:rsid w:val="001D5B6F"/>
    <w:rsid w:val="001D64E7"/>
    <w:rsid w:val="001D6BB4"/>
    <w:rsid w:val="001D724E"/>
    <w:rsid w:val="001D74DB"/>
    <w:rsid w:val="001E2A7C"/>
    <w:rsid w:val="001E3437"/>
    <w:rsid w:val="001E3AD0"/>
    <w:rsid w:val="001E4594"/>
    <w:rsid w:val="001E6082"/>
    <w:rsid w:val="001E66D7"/>
    <w:rsid w:val="001E7398"/>
    <w:rsid w:val="001F1EDD"/>
    <w:rsid w:val="001F37CE"/>
    <w:rsid w:val="001F43BB"/>
    <w:rsid w:val="001F4880"/>
    <w:rsid w:val="00200391"/>
    <w:rsid w:val="00201D90"/>
    <w:rsid w:val="00201E7C"/>
    <w:rsid w:val="00202030"/>
    <w:rsid w:val="00204909"/>
    <w:rsid w:val="00204980"/>
    <w:rsid w:val="002065B8"/>
    <w:rsid w:val="00207719"/>
    <w:rsid w:val="002155A3"/>
    <w:rsid w:val="00216572"/>
    <w:rsid w:val="00217AAB"/>
    <w:rsid w:val="00223559"/>
    <w:rsid w:val="0022517C"/>
    <w:rsid w:val="002256B8"/>
    <w:rsid w:val="00226CE4"/>
    <w:rsid w:val="00227794"/>
    <w:rsid w:val="00227F27"/>
    <w:rsid w:val="002320A7"/>
    <w:rsid w:val="00233F11"/>
    <w:rsid w:val="0023574E"/>
    <w:rsid w:val="00236B9E"/>
    <w:rsid w:val="00237388"/>
    <w:rsid w:val="00237EF3"/>
    <w:rsid w:val="00242D9C"/>
    <w:rsid w:val="00244010"/>
    <w:rsid w:val="0024528F"/>
    <w:rsid w:val="0024586C"/>
    <w:rsid w:val="0025439A"/>
    <w:rsid w:val="00254FEF"/>
    <w:rsid w:val="00255F02"/>
    <w:rsid w:val="002564A2"/>
    <w:rsid w:val="00261A94"/>
    <w:rsid w:val="00262EF6"/>
    <w:rsid w:val="0026426C"/>
    <w:rsid w:val="00266DC4"/>
    <w:rsid w:val="002677EB"/>
    <w:rsid w:val="002705F0"/>
    <w:rsid w:val="00271439"/>
    <w:rsid w:val="002735DC"/>
    <w:rsid w:val="002772A9"/>
    <w:rsid w:val="0028099E"/>
    <w:rsid w:val="002819DD"/>
    <w:rsid w:val="00281EDE"/>
    <w:rsid w:val="002845CC"/>
    <w:rsid w:val="0028632A"/>
    <w:rsid w:val="0028765A"/>
    <w:rsid w:val="002906B2"/>
    <w:rsid w:val="002914A6"/>
    <w:rsid w:val="002914B7"/>
    <w:rsid w:val="0029211F"/>
    <w:rsid w:val="00293F3B"/>
    <w:rsid w:val="00294555"/>
    <w:rsid w:val="00294643"/>
    <w:rsid w:val="002966CB"/>
    <w:rsid w:val="002A7071"/>
    <w:rsid w:val="002A7698"/>
    <w:rsid w:val="002A7750"/>
    <w:rsid w:val="002B2CBC"/>
    <w:rsid w:val="002B376A"/>
    <w:rsid w:val="002B4C17"/>
    <w:rsid w:val="002B4D3F"/>
    <w:rsid w:val="002B61FE"/>
    <w:rsid w:val="002B6337"/>
    <w:rsid w:val="002C1CD5"/>
    <w:rsid w:val="002C323E"/>
    <w:rsid w:val="002C4E3C"/>
    <w:rsid w:val="002C4F0C"/>
    <w:rsid w:val="002C6B91"/>
    <w:rsid w:val="002D03C6"/>
    <w:rsid w:val="002D1D04"/>
    <w:rsid w:val="002D1EBB"/>
    <w:rsid w:val="002D2CBE"/>
    <w:rsid w:val="002D2FBF"/>
    <w:rsid w:val="002D33B0"/>
    <w:rsid w:val="002D464A"/>
    <w:rsid w:val="002D4DA7"/>
    <w:rsid w:val="002D6D46"/>
    <w:rsid w:val="002E137F"/>
    <w:rsid w:val="002E2174"/>
    <w:rsid w:val="002E272A"/>
    <w:rsid w:val="002E2F68"/>
    <w:rsid w:val="002E3257"/>
    <w:rsid w:val="002E37B2"/>
    <w:rsid w:val="002E3945"/>
    <w:rsid w:val="002E6139"/>
    <w:rsid w:val="002E65C4"/>
    <w:rsid w:val="002F0064"/>
    <w:rsid w:val="002F101B"/>
    <w:rsid w:val="002F2967"/>
    <w:rsid w:val="002F6749"/>
    <w:rsid w:val="002F7644"/>
    <w:rsid w:val="00302D55"/>
    <w:rsid w:val="003038B4"/>
    <w:rsid w:val="00304BA1"/>
    <w:rsid w:val="00306543"/>
    <w:rsid w:val="00306B00"/>
    <w:rsid w:val="00307CBF"/>
    <w:rsid w:val="00307FCE"/>
    <w:rsid w:val="0031278B"/>
    <w:rsid w:val="0032562A"/>
    <w:rsid w:val="00325D28"/>
    <w:rsid w:val="003268C3"/>
    <w:rsid w:val="0032721F"/>
    <w:rsid w:val="00327E69"/>
    <w:rsid w:val="00330246"/>
    <w:rsid w:val="0033191A"/>
    <w:rsid w:val="003347D5"/>
    <w:rsid w:val="0033515D"/>
    <w:rsid w:val="00337DE3"/>
    <w:rsid w:val="00340723"/>
    <w:rsid w:val="00343DB1"/>
    <w:rsid w:val="0034473B"/>
    <w:rsid w:val="00345643"/>
    <w:rsid w:val="00345A3A"/>
    <w:rsid w:val="00346D19"/>
    <w:rsid w:val="00346E30"/>
    <w:rsid w:val="00346F38"/>
    <w:rsid w:val="0034798E"/>
    <w:rsid w:val="003510EB"/>
    <w:rsid w:val="00351EEB"/>
    <w:rsid w:val="00354249"/>
    <w:rsid w:val="0035507C"/>
    <w:rsid w:val="00356095"/>
    <w:rsid w:val="00356198"/>
    <w:rsid w:val="00356741"/>
    <w:rsid w:val="00363A14"/>
    <w:rsid w:val="00363D5C"/>
    <w:rsid w:val="0036470F"/>
    <w:rsid w:val="00365F0E"/>
    <w:rsid w:val="00367470"/>
    <w:rsid w:val="00370A7D"/>
    <w:rsid w:val="00375D5D"/>
    <w:rsid w:val="003774A4"/>
    <w:rsid w:val="00377B8F"/>
    <w:rsid w:val="00383C79"/>
    <w:rsid w:val="00384719"/>
    <w:rsid w:val="003847F8"/>
    <w:rsid w:val="003853C1"/>
    <w:rsid w:val="003866BE"/>
    <w:rsid w:val="00386C6C"/>
    <w:rsid w:val="00387098"/>
    <w:rsid w:val="00387CE8"/>
    <w:rsid w:val="0039213D"/>
    <w:rsid w:val="003921F4"/>
    <w:rsid w:val="0039446B"/>
    <w:rsid w:val="00395E24"/>
    <w:rsid w:val="0039609D"/>
    <w:rsid w:val="003A0D51"/>
    <w:rsid w:val="003A5DE0"/>
    <w:rsid w:val="003A61EF"/>
    <w:rsid w:val="003B2F98"/>
    <w:rsid w:val="003B3018"/>
    <w:rsid w:val="003B3907"/>
    <w:rsid w:val="003B4F10"/>
    <w:rsid w:val="003B53FF"/>
    <w:rsid w:val="003B59A8"/>
    <w:rsid w:val="003B6578"/>
    <w:rsid w:val="003B6E28"/>
    <w:rsid w:val="003C0803"/>
    <w:rsid w:val="003C0CD1"/>
    <w:rsid w:val="003C0E33"/>
    <w:rsid w:val="003C195C"/>
    <w:rsid w:val="003C4CCB"/>
    <w:rsid w:val="003C5E68"/>
    <w:rsid w:val="003D11F5"/>
    <w:rsid w:val="003D259C"/>
    <w:rsid w:val="003D2B7E"/>
    <w:rsid w:val="003D3062"/>
    <w:rsid w:val="003D321F"/>
    <w:rsid w:val="003D4024"/>
    <w:rsid w:val="003D5830"/>
    <w:rsid w:val="003D67A8"/>
    <w:rsid w:val="003D6E67"/>
    <w:rsid w:val="003E3451"/>
    <w:rsid w:val="003E55FB"/>
    <w:rsid w:val="003E6F4B"/>
    <w:rsid w:val="003E7503"/>
    <w:rsid w:val="003F33A6"/>
    <w:rsid w:val="00403718"/>
    <w:rsid w:val="00403930"/>
    <w:rsid w:val="00407589"/>
    <w:rsid w:val="00407CD1"/>
    <w:rsid w:val="00412351"/>
    <w:rsid w:val="004130BC"/>
    <w:rsid w:val="00414004"/>
    <w:rsid w:val="00417E87"/>
    <w:rsid w:val="00421DB8"/>
    <w:rsid w:val="0042579C"/>
    <w:rsid w:val="00425C41"/>
    <w:rsid w:val="0043090A"/>
    <w:rsid w:val="00430996"/>
    <w:rsid w:val="004322AE"/>
    <w:rsid w:val="00432921"/>
    <w:rsid w:val="00437236"/>
    <w:rsid w:val="00440DB3"/>
    <w:rsid w:val="004413B8"/>
    <w:rsid w:val="004426E6"/>
    <w:rsid w:val="00442779"/>
    <w:rsid w:val="004443E6"/>
    <w:rsid w:val="00444D0A"/>
    <w:rsid w:val="004451A7"/>
    <w:rsid w:val="004543BD"/>
    <w:rsid w:val="00454679"/>
    <w:rsid w:val="00455C33"/>
    <w:rsid w:val="004561B3"/>
    <w:rsid w:val="0045643D"/>
    <w:rsid w:val="00456BE0"/>
    <w:rsid w:val="00457979"/>
    <w:rsid w:val="00457CDF"/>
    <w:rsid w:val="0046371C"/>
    <w:rsid w:val="0046492D"/>
    <w:rsid w:val="00464F48"/>
    <w:rsid w:val="004656D5"/>
    <w:rsid w:val="00465701"/>
    <w:rsid w:val="0047154F"/>
    <w:rsid w:val="00472317"/>
    <w:rsid w:val="00472C81"/>
    <w:rsid w:val="00474B94"/>
    <w:rsid w:val="004774F4"/>
    <w:rsid w:val="00482207"/>
    <w:rsid w:val="0048367E"/>
    <w:rsid w:val="00484D54"/>
    <w:rsid w:val="00485359"/>
    <w:rsid w:val="00486000"/>
    <w:rsid w:val="00486EDD"/>
    <w:rsid w:val="00491280"/>
    <w:rsid w:val="00495373"/>
    <w:rsid w:val="00496833"/>
    <w:rsid w:val="004970FA"/>
    <w:rsid w:val="004A0CED"/>
    <w:rsid w:val="004A11CA"/>
    <w:rsid w:val="004A3E50"/>
    <w:rsid w:val="004A4A2D"/>
    <w:rsid w:val="004A54C3"/>
    <w:rsid w:val="004B102B"/>
    <w:rsid w:val="004B1432"/>
    <w:rsid w:val="004B2395"/>
    <w:rsid w:val="004B440F"/>
    <w:rsid w:val="004B679A"/>
    <w:rsid w:val="004C0536"/>
    <w:rsid w:val="004C05F7"/>
    <w:rsid w:val="004C25C6"/>
    <w:rsid w:val="004C3B69"/>
    <w:rsid w:val="004C546A"/>
    <w:rsid w:val="004D476E"/>
    <w:rsid w:val="004D5521"/>
    <w:rsid w:val="004D587E"/>
    <w:rsid w:val="004D6491"/>
    <w:rsid w:val="004D67BA"/>
    <w:rsid w:val="004D7492"/>
    <w:rsid w:val="004E2777"/>
    <w:rsid w:val="004E3757"/>
    <w:rsid w:val="004F0FB4"/>
    <w:rsid w:val="004F18FB"/>
    <w:rsid w:val="00501799"/>
    <w:rsid w:val="0050218A"/>
    <w:rsid w:val="00502D24"/>
    <w:rsid w:val="0050322C"/>
    <w:rsid w:val="00505AAC"/>
    <w:rsid w:val="00511E9F"/>
    <w:rsid w:val="00512F6A"/>
    <w:rsid w:val="0051383C"/>
    <w:rsid w:val="005155AE"/>
    <w:rsid w:val="0051563A"/>
    <w:rsid w:val="00515760"/>
    <w:rsid w:val="0051762B"/>
    <w:rsid w:val="0052044C"/>
    <w:rsid w:val="00520FEC"/>
    <w:rsid w:val="005248A4"/>
    <w:rsid w:val="00525184"/>
    <w:rsid w:val="00525B1C"/>
    <w:rsid w:val="00527E19"/>
    <w:rsid w:val="00530E68"/>
    <w:rsid w:val="0053330F"/>
    <w:rsid w:val="005350E4"/>
    <w:rsid w:val="005358A4"/>
    <w:rsid w:val="00536256"/>
    <w:rsid w:val="00537383"/>
    <w:rsid w:val="00543620"/>
    <w:rsid w:val="00544C96"/>
    <w:rsid w:val="00545020"/>
    <w:rsid w:val="0054584E"/>
    <w:rsid w:val="00545FFA"/>
    <w:rsid w:val="00546362"/>
    <w:rsid w:val="00546A12"/>
    <w:rsid w:val="0054780C"/>
    <w:rsid w:val="00551204"/>
    <w:rsid w:val="00554AFC"/>
    <w:rsid w:val="0055588F"/>
    <w:rsid w:val="00555DD2"/>
    <w:rsid w:val="00557C20"/>
    <w:rsid w:val="005627D7"/>
    <w:rsid w:val="00565212"/>
    <w:rsid w:val="00566D53"/>
    <w:rsid w:val="00571BF4"/>
    <w:rsid w:val="00571F5E"/>
    <w:rsid w:val="005730C5"/>
    <w:rsid w:val="005734C1"/>
    <w:rsid w:val="00577EEB"/>
    <w:rsid w:val="005824F4"/>
    <w:rsid w:val="005828E6"/>
    <w:rsid w:val="00582C21"/>
    <w:rsid w:val="005836FB"/>
    <w:rsid w:val="00583843"/>
    <w:rsid w:val="00585504"/>
    <w:rsid w:val="00585F20"/>
    <w:rsid w:val="0058686B"/>
    <w:rsid w:val="005978BE"/>
    <w:rsid w:val="005A0835"/>
    <w:rsid w:val="005A097C"/>
    <w:rsid w:val="005A2E6D"/>
    <w:rsid w:val="005A3D45"/>
    <w:rsid w:val="005A4401"/>
    <w:rsid w:val="005A4A97"/>
    <w:rsid w:val="005A68B7"/>
    <w:rsid w:val="005B00DD"/>
    <w:rsid w:val="005B0720"/>
    <w:rsid w:val="005B15CB"/>
    <w:rsid w:val="005B1B9B"/>
    <w:rsid w:val="005B301D"/>
    <w:rsid w:val="005B486D"/>
    <w:rsid w:val="005B580C"/>
    <w:rsid w:val="005B587C"/>
    <w:rsid w:val="005B7286"/>
    <w:rsid w:val="005C13C7"/>
    <w:rsid w:val="005C141A"/>
    <w:rsid w:val="005C1880"/>
    <w:rsid w:val="005C1B97"/>
    <w:rsid w:val="005C2C8F"/>
    <w:rsid w:val="005C39B5"/>
    <w:rsid w:val="005D03AE"/>
    <w:rsid w:val="005D474F"/>
    <w:rsid w:val="005D5288"/>
    <w:rsid w:val="005D5650"/>
    <w:rsid w:val="005D5F38"/>
    <w:rsid w:val="005E0BC0"/>
    <w:rsid w:val="005E0C94"/>
    <w:rsid w:val="005E33C6"/>
    <w:rsid w:val="005E5F83"/>
    <w:rsid w:val="005F09ED"/>
    <w:rsid w:val="005F3D0F"/>
    <w:rsid w:val="005F57B8"/>
    <w:rsid w:val="00601427"/>
    <w:rsid w:val="00605968"/>
    <w:rsid w:val="00612709"/>
    <w:rsid w:val="00614A53"/>
    <w:rsid w:val="006151F9"/>
    <w:rsid w:val="00615604"/>
    <w:rsid w:val="00615E26"/>
    <w:rsid w:val="00616704"/>
    <w:rsid w:val="00616F48"/>
    <w:rsid w:val="00617219"/>
    <w:rsid w:val="00620011"/>
    <w:rsid w:val="00620A8F"/>
    <w:rsid w:val="006240B4"/>
    <w:rsid w:val="00624456"/>
    <w:rsid w:val="006247AB"/>
    <w:rsid w:val="006260E5"/>
    <w:rsid w:val="006268BC"/>
    <w:rsid w:val="00630A76"/>
    <w:rsid w:val="00631F31"/>
    <w:rsid w:val="006351D7"/>
    <w:rsid w:val="00637B86"/>
    <w:rsid w:val="00641353"/>
    <w:rsid w:val="00641B81"/>
    <w:rsid w:val="00642F79"/>
    <w:rsid w:val="00643D8B"/>
    <w:rsid w:val="00643E53"/>
    <w:rsid w:val="00643E92"/>
    <w:rsid w:val="0064492C"/>
    <w:rsid w:val="006461D0"/>
    <w:rsid w:val="006469BD"/>
    <w:rsid w:val="00655AE1"/>
    <w:rsid w:val="00656775"/>
    <w:rsid w:val="00656F59"/>
    <w:rsid w:val="006623FA"/>
    <w:rsid w:val="00666F99"/>
    <w:rsid w:val="00667341"/>
    <w:rsid w:val="00667BAA"/>
    <w:rsid w:val="00671D04"/>
    <w:rsid w:val="00672EFE"/>
    <w:rsid w:val="006748F6"/>
    <w:rsid w:val="00674D6C"/>
    <w:rsid w:val="00681C49"/>
    <w:rsid w:val="00681C74"/>
    <w:rsid w:val="0068601B"/>
    <w:rsid w:val="00687D11"/>
    <w:rsid w:val="00690A09"/>
    <w:rsid w:val="00691153"/>
    <w:rsid w:val="00691983"/>
    <w:rsid w:val="00692E77"/>
    <w:rsid w:val="006951D5"/>
    <w:rsid w:val="006A1E64"/>
    <w:rsid w:val="006A42C4"/>
    <w:rsid w:val="006A5E22"/>
    <w:rsid w:val="006B149F"/>
    <w:rsid w:val="006B37F2"/>
    <w:rsid w:val="006B4B04"/>
    <w:rsid w:val="006B6D0C"/>
    <w:rsid w:val="006B7534"/>
    <w:rsid w:val="006C0BB2"/>
    <w:rsid w:val="006C0FC1"/>
    <w:rsid w:val="006C4462"/>
    <w:rsid w:val="006C78D1"/>
    <w:rsid w:val="006D197A"/>
    <w:rsid w:val="006D23A7"/>
    <w:rsid w:val="006D53C9"/>
    <w:rsid w:val="006D7927"/>
    <w:rsid w:val="006D7F76"/>
    <w:rsid w:val="006E1F2E"/>
    <w:rsid w:val="006E299A"/>
    <w:rsid w:val="006E3074"/>
    <w:rsid w:val="006E6049"/>
    <w:rsid w:val="006E61AB"/>
    <w:rsid w:val="006E6B18"/>
    <w:rsid w:val="006F1D64"/>
    <w:rsid w:val="006F5518"/>
    <w:rsid w:val="006F5620"/>
    <w:rsid w:val="006F6486"/>
    <w:rsid w:val="006F65BF"/>
    <w:rsid w:val="006F75AC"/>
    <w:rsid w:val="006F7814"/>
    <w:rsid w:val="0070022E"/>
    <w:rsid w:val="00700727"/>
    <w:rsid w:val="00700A92"/>
    <w:rsid w:val="00701C87"/>
    <w:rsid w:val="00701F45"/>
    <w:rsid w:val="00704527"/>
    <w:rsid w:val="00707000"/>
    <w:rsid w:val="00710113"/>
    <w:rsid w:val="00712621"/>
    <w:rsid w:val="00712A76"/>
    <w:rsid w:val="007133FC"/>
    <w:rsid w:val="00715E43"/>
    <w:rsid w:val="00716A02"/>
    <w:rsid w:val="007206E2"/>
    <w:rsid w:val="0072340A"/>
    <w:rsid w:val="007267A6"/>
    <w:rsid w:val="00726AA1"/>
    <w:rsid w:val="00732C13"/>
    <w:rsid w:val="00735DBC"/>
    <w:rsid w:val="007364C4"/>
    <w:rsid w:val="00740169"/>
    <w:rsid w:val="00741F05"/>
    <w:rsid w:val="0074318A"/>
    <w:rsid w:val="00744931"/>
    <w:rsid w:val="00744D76"/>
    <w:rsid w:val="00745086"/>
    <w:rsid w:val="00746549"/>
    <w:rsid w:val="00753E29"/>
    <w:rsid w:val="00755103"/>
    <w:rsid w:val="00755917"/>
    <w:rsid w:val="00755D72"/>
    <w:rsid w:val="00755E59"/>
    <w:rsid w:val="00755ED9"/>
    <w:rsid w:val="00761007"/>
    <w:rsid w:val="007637BB"/>
    <w:rsid w:val="00764A97"/>
    <w:rsid w:val="00765853"/>
    <w:rsid w:val="00766934"/>
    <w:rsid w:val="007713EB"/>
    <w:rsid w:val="00772806"/>
    <w:rsid w:val="00773FDF"/>
    <w:rsid w:val="007742EC"/>
    <w:rsid w:val="00777C29"/>
    <w:rsid w:val="00780AEC"/>
    <w:rsid w:val="0078324A"/>
    <w:rsid w:val="00785948"/>
    <w:rsid w:val="007861C2"/>
    <w:rsid w:val="0078623D"/>
    <w:rsid w:val="00786A30"/>
    <w:rsid w:val="0079155F"/>
    <w:rsid w:val="00792180"/>
    <w:rsid w:val="00792886"/>
    <w:rsid w:val="00792C90"/>
    <w:rsid w:val="00794681"/>
    <w:rsid w:val="00795F8A"/>
    <w:rsid w:val="0079615D"/>
    <w:rsid w:val="00797B6F"/>
    <w:rsid w:val="007A0F92"/>
    <w:rsid w:val="007A3BD4"/>
    <w:rsid w:val="007A4E76"/>
    <w:rsid w:val="007A5359"/>
    <w:rsid w:val="007C594E"/>
    <w:rsid w:val="007C5A40"/>
    <w:rsid w:val="007C6A2E"/>
    <w:rsid w:val="007D034B"/>
    <w:rsid w:val="007D0AD6"/>
    <w:rsid w:val="007D10EA"/>
    <w:rsid w:val="007D1577"/>
    <w:rsid w:val="007D205E"/>
    <w:rsid w:val="007D326F"/>
    <w:rsid w:val="007D3CB2"/>
    <w:rsid w:val="007D559F"/>
    <w:rsid w:val="007D5AA5"/>
    <w:rsid w:val="007D5E0E"/>
    <w:rsid w:val="007D716C"/>
    <w:rsid w:val="007D7CA1"/>
    <w:rsid w:val="007E27E3"/>
    <w:rsid w:val="007E345C"/>
    <w:rsid w:val="007E5B95"/>
    <w:rsid w:val="007E78E2"/>
    <w:rsid w:val="007E7C02"/>
    <w:rsid w:val="007F3AC7"/>
    <w:rsid w:val="007F634A"/>
    <w:rsid w:val="007F6E7B"/>
    <w:rsid w:val="007F7A10"/>
    <w:rsid w:val="007F7FD3"/>
    <w:rsid w:val="00800059"/>
    <w:rsid w:val="0080379F"/>
    <w:rsid w:val="00805469"/>
    <w:rsid w:val="0080559E"/>
    <w:rsid w:val="00806AB0"/>
    <w:rsid w:val="0081171B"/>
    <w:rsid w:val="00811BD1"/>
    <w:rsid w:val="00812BF6"/>
    <w:rsid w:val="00814E87"/>
    <w:rsid w:val="00815A80"/>
    <w:rsid w:val="00817168"/>
    <w:rsid w:val="00817A13"/>
    <w:rsid w:val="00817D73"/>
    <w:rsid w:val="00822F7E"/>
    <w:rsid w:val="00823609"/>
    <w:rsid w:val="00823F30"/>
    <w:rsid w:val="00824BC8"/>
    <w:rsid w:val="00825DBF"/>
    <w:rsid w:val="0082621C"/>
    <w:rsid w:val="0082687C"/>
    <w:rsid w:val="00830D1F"/>
    <w:rsid w:val="00831FB0"/>
    <w:rsid w:val="008320D1"/>
    <w:rsid w:val="00836773"/>
    <w:rsid w:val="00836A36"/>
    <w:rsid w:val="008372E3"/>
    <w:rsid w:val="0083754E"/>
    <w:rsid w:val="00841B21"/>
    <w:rsid w:val="008420C9"/>
    <w:rsid w:val="00844F59"/>
    <w:rsid w:val="0084510D"/>
    <w:rsid w:val="008477DF"/>
    <w:rsid w:val="0085057C"/>
    <w:rsid w:val="00852D1B"/>
    <w:rsid w:val="00853A45"/>
    <w:rsid w:val="00854F04"/>
    <w:rsid w:val="00855986"/>
    <w:rsid w:val="00857C2D"/>
    <w:rsid w:val="00860B21"/>
    <w:rsid w:val="00861615"/>
    <w:rsid w:val="008673BC"/>
    <w:rsid w:val="00867931"/>
    <w:rsid w:val="008732E4"/>
    <w:rsid w:val="00874A25"/>
    <w:rsid w:val="00875EC2"/>
    <w:rsid w:val="008763BC"/>
    <w:rsid w:val="0087642C"/>
    <w:rsid w:val="00877C2A"/>
    <w:rsid w:val="00881BF4"/>
    <w:rsid w:val="00883088"/>
    <w:rsid w:val="0088437A"/>
    <w:rsid w:val="00885AA1"/>
    <w:rsid w:val="00896282"/>
    <w:rsid w:val="00896AB0"/>
    <w:rsid w:val="00897590"/>
    <w:rsid w:val="008A056D"/>
    <w:rsid w:val="008A0EF7"/>
    <w:rsid w:val="008A30CB"/>
    <w:rsid w:val="008A48AA"/>
    <w:rsid w:val="008A7474"/>
    <w:rsid w:val="008A74C7"/>
    <w:rsid w:val="008B33C0"/>
    <w:rsid w:val="008B417D"/>
    <w:rsid w:val="008B51E9"/>
    <w:rsid w:val="008B701A"/>
    <w:rsid w:val="008C2686"/>
    <w:rsid w:val="008C2832"/>
    <w:rsid w:val="008C48C1"/>
    <w:rsid w:val="008C59B7"/>
    <w:rsid w:val="008C6BBD"/>
    <w:rsid w:val="008C75C8"/>
    <w:rsid w:val="008D13A1"/>
    <w:rsid w:val="008D1A4E"/>
    <w:rsid w:val="008D30CE"/>
    <w:rsid w:val="008D4DD9"/>
    <w:rsid w:val="008E067C"/>
    <w:rsid w:val="008E0F6D"/>
    <w:rsid w:val="008E1141"/>
    <w:rsid w:val="008E2491"/>
    <w:rsid w:val="008E36A4"/>
    <w:rsid w:val="008E62FF"/>
    <w:rsid w:val="008E6AC8"/>
    <w:rsid w:val="008E788B"/>
    <w:rsid w:val="008F26C6"/>
    <w:rsid w:val="008F2F51"/>
    <w:rsid w:val="008F6A37"/>
    <w:rsid w:val="008F6AC6"/>
    <w:rsid w:val="00903D7F"/>
    <w:rsid w:val="00905FCC"/>
    <w:rsid w:val="00910F10"/>
    <w:rsid w:val="0091103B"/>
    <w:rsid w:val="00911FD8"/>
    <w:rsid w:val="00920046"/>
    <w:rsid w:val="00921570"/>
    <w:rsid w:val="00923849"/>
    <w:rsid w:val="00924432"/>
    <w:rsid w:val="00925D3D"/>
    <w:rsid w:val="00930335"/>
    <w:rsid w:val="00930815"/>
    <w:rsid w:val="00930A0C"/>
    <w:rsid w:val="00934BA9"/>
    <w:rsid w:val="00934E00"/>
    <w:rsid w:val="00935D51"/>
    <w:rsid w:val="00937B6D"/>
    <w:rsid w:val="00940E05"/>
    <w:rsid w:val="00943C4C"/>
    <w:rsid w:val="00944D97"/>
    <w:rsid w:val="00945142"/>
    <w:rsid w:val="00950E3C"/>
    <w:rsid w:val="009532B2"/>
    <w:rsid w:val="00956DD2"/>
    <w:rsid w:val="00956F00"/>
    <w:rsid w:val="00961010"/>
    <w:rsid w:val="009613F6"/>
    <w:rsid w:val="0096181C"/>
    <w:rsid w:val="00962002"/>
    <w:rsid w:val="009628FC"/>
    <w:rsid w:val="00962F55"/>
    <w:rsid w:val="00963276"/>
    <w:rsid w:val="00964EF7"/>
    <w:rsid w:val="00967E5F"/>
    <w:rsid w:val="00970550"/>
    <w:rsid w:val="009707C7"/>
    <w:rsid w:val="00971860"/>
    <w:rsid w:val="00974C5D"/>
    <w:rsid w:val="00975FF9"/>
    <w:rsid w:val="009804EF"/>
    <w:rsid w:val="009810AF"/>
    <w:rsid w:val="00982514"/>
    <w:rsid w:val="00990218"/>
    <w:rsid w:val="00994ADF"/>
    <w:rsid w:val="009957C7"/>
    <w:rsid w:val="00995C13"/>
    <w:rsid w:val="009965AA"/>
    <w:rsid w:val="009A032E"/>
    <w:rsid w:val="009A3A64"/>
    <w:rsid w:val="009A5AC6"/>
    <w:rsid w:val="009A7132"/>
    <w:rsid w:val="009A7977"/>
    <w:rsid w:val="009C03BF"/>
    <w:rsid w:val="009C0D93"/>
    <w:rsid w:val="009C6336"/>
    <w:rsid w:val="009C6745"/>
    <w:rsid w:val="009C6B2D"/>
    <w:rsid w:val="009D24DB"/>
    <w:rsid w:val="009D282A"/>
    <w:rsid w:val="009D2A48"/>
    <w:rsid w:val="009D2C6E"/>
    <w:rsid w:val="009D2FF4"/>
    <w:rsid w:val="009D33AF"/>
    <w:rsid w:val="009D45DA"/>
    <w:rsid w:val="009E0872"/>
    <w:rsid w:val="009E4426"/>
    <w:rsid w:val="009E75C5"/>
    <w:rsid w:val="009E794F"/>
    <w:rsid w:val="009F1833"/>
    <w:rsid w:val="009F1B9F"/>
    <w:rsid w:val="009F250E"/>
    <w:rsid w:val="009F30D2"/>
    <w:rsid w:val="009F5455"/>
    <w:rsid w:val="009F61D8"/>
    <w:rsid w:val="009F7A02"/>
    <w:rsid w:val="00A002A2"/>
    <w:rsid w:val="00A00C52"/>
    <w:rsid w:val="00A01416"/>
    <w:rsid w:val="00A01B8E"/>
    <w:rsid w:val="00A02DC8"/>
    <w:rsid w:val="00A062E2"/>
    <w:rsid w:val="00A11F89"/>
    <w:rsid w:val="00A138D3"/>
    <w:rsid w:val="00A172AF"/>
    <w:rsid w:val="00A206BE"/>
    <w:rsid w:val="00A20FF5"/>
    <w:rsid w:val="00A21434"/>
    <w:rsid w:val="00A215D0"/>
    <w:rsid w:val="00A21B73"/>
    <w:rsid w:val="00A22056"/>
    <w:rsid w:val="00A25081"/>
    <w:rsid w:val="00A27098"/>
    <w:rsid w:val="00A33471"/>
    <w:rsid w:val="00A33A53"/>
    <w:rsid w:val="00A34230"/>
    <w:rsid w:val="00A34AFE"/>
    <w:rsid w:val="00A355CC"/>
    <w:rsid w:val="00A41AAC"/>
    <w:rsid w:val="00A41BDF"/>
    <w:rsid w:val="00A41DDC"/>
    <w:rsid w:val="00A42020"/>
    <w:rsid w:val="00A44D9D"/>
    <w:rsid w:val="00A45295"/>
    <w:rsid w:val="00A45C94"/>
    <w:rsid w:val="00A519A4"/>
    <w:rsid w:val="00A520D6"/>
    <w:rsid w:val="00A534DD"/>
    <w:rsid w:val="00A6322C"/>
    <w:rsid w:val="00A63E8E"/>
    <w:rsid w:val="00A64643"/>
    <w:rsid w:val="00A6570A"/>
    <w:rsid w:val="00A714D2"/>
    <w:rsid w:val="00A72181"/>
    <w:rsid w:val="00A72513"/>
    <w:rsid w:val="00A738C5"/>
    <w:rsid w:val="00A76C33"/>
    <w:rsid w:val="00A77D98"/>
    <w:rsid w:val="00A80D58"/>
    <w:rsid w:val="00A814AA"/>
    <w:rsid w:val="00A816CB"/>
    <w:rsid w:val="00A81C09"/>
    <w:rsid w:val="00A81C41"/>
    <w:rsid w:val="00A81E14"/>
    <w:rsid w:val="00A8374C"/>
    <w:rsid w:val="00A83B3A"/>
    <w:rsid w:val="00A84E86"/>
    <w:rsid w:val="00A874C8"/>
    <w:rsid w:val="00A91EAB"/>
    <w:rsid w:val="00A928D3"/>
    <w:rsid w:val="00A946DC"/>
    <w:rsid w:val="00A94854"/>
    <w:rsid w:val="00A975AE"/>
    <w:rsid w:val="00AA1D30"/>
    <w:rsid w:val="00AA2763"/>
    <w:rsid w:val="00AA3C1A"/>
    <w:rsid w:val="00AA3CE3"/>
    <w:rsid w:val="00AA56CB"/>
    <w:rsid w:val="00AA76A4"/>
    <w:rsid w:val="00AB1904"/>
    <w:rsid w:val="00AB1C40"/>
    <w:rsid w:val="00AB5B09"/>
    <w:rsid w:val="00AC190C"/>
    <w:rsid w:val="00AC29EE"/>
    <w:rsid w:val="00AC2A91"/>
    <w:rsid w:val="00AC33F8"/>
    <w:rsid w:val="00AC5892"/>
    <w:rsid w:val="00AC5BE7"/>
    <w:rsid w:val="00AC659D"/>
    <w:rsid w:val="00AC7C5E"/>
    <w:rsid w:val="00AD0E38"/>
    <w:rsid w:val="00AD3426"/>
    <w:rsid w:val="00AD34A5"/>
    <w:rsid w:val="00AD4AB5"/>
    <w:rsid w:val="00AD4C6B"/>
    <w:rsid w:val="00AD6B31"/>
    <w:rsid w:val="00AD6FA2"/>
    <w:rsid w:val="00AD7895"/>
    <w:rsid w:val="00AE0194"/>
    <w:rsid w:val="00AE16B7"/>
    <w:rsid w:val="00AE3184"/>
    <w:rsid w:val="00AE67E1"/>
    <w:rsid w:val="00AF0F54"/>
    <w:rsid w:val="00AF0F8A"/>
    <w:rsid w:val="00AF175F"/>
    <w:rsid w:val="00AF2D3D"/>
    <w:rsid w:val="00AF7F58"/>
    <w:rsid w:val="00B0097C"/>
    <w:rsid w:val="00B00FA9"/>
    <w:rsid w:val="00B02133"/>
    <w:rsid w:val="00B05FFA"/>
    <w:rsid w:val="00B06877"/>
    <w:rsid w:val="00B07D23"/>
    <w:rsid w:val="00B111D7"/>
    <w:rsid w:val="00B11534"/>
    <w:rsid w:val="00B11AA9"/>
    <w:rsid w:val="00B12B16"/>
    <w:rsid w:val="00B13AAB"/>
    <w:rsid w:val="00B141DA"/>
    <w:rsid w:val="00B14783"/>
    <w:rsid w:val="00B2089F"/>
    <w:rsid w:val="00B226A5"/>
    <w:rsid w:val="00B241F2"/>
    <w:rsid w:val="00B25C15"/>
    <w:rsid w:val="00B3170E"/>
    <w:rsid w:val="00B325D2"/>
    <w:rsid w:val="00B32BFD"/>
    <w:rsid w:val="00B34321"/>
    <w:rsid w:val="00B40011"/>
    <w:rsid w:val="00B41371"/>
    <w:rsid w:val="00B44E95"/>
    <w:rsid w:val="00B5046C"/>
    <w:rsid w:val="00B52DD3"/>
    <w:rsid w:val="00B6017C"/>
    <w:rsid w:val="00B60869"/>
    <w:rsid w:val="00B60945"/>
    <w:rsid w:val="00B614EE"/>
    <w:rsid w:val="00B6204A"/>
    <w:rsid w:val="00B62F45"/>
    <w:rsid w:val="00B6447C"/>
    <w:rsid w:val="00B660AE"/>
    <w:rsid w:val="00B6765F"/>
    <w:rsid w:val="00B73C01"/>
    <w:rsid w:val="00B75925"/>
    <w:rsid w:val="00B762A2"/>
    <w:rsid w:val="00B76D49"/>
    <w:rsid w:val="00B83863"/>
    <w:rsid w:val="00B85F6D"/>
    <w:rsid w:val="00B877DE"/>
    <w:rsid w:val="00B9098F"/>
    <w:rsid w:val="00B9173D"/>
    <w:rsid w:val="00B96F81"/>
    <w:rsid w:val="00BA07AD"/>
    <w:rsid w:val="00BA0950"/>
    <w:rsid w:val="00BA0E5A"/>
    <w:rsid w:val="00BA26C9"/>
    <w:rsid w:val="00BA281A"/>
    <w:rsid w:val="00BA4F01"/>
    <w:rsid w:val="00BA5A1E"/>
    <w:rsid w:val="00BA718B"/>
    <w:rsid w:val="00BB2156"/>
    <w:rsid w:val="00BB250A"/>
    <w:rsid w:val="00BB699A"/>
    <w:rsid w:val="00BC038D"/>
    <w:rsid w:val="00BC061F"/>
    <w:rsid w:val="00BC0DDC"/>
    <w:rsid w:val="00BC3134"/>
    <w:rsid w:val="00BC3ECF"/>
    <w:rsid w:val="00BC491C"/>
    <w:rsid w:val="00BC4BDD"/>
    <w:rsid w:val="00BC7A38"/>
    <w:rsid w:val="00BD0F53"/>
    <w:rsid w:val="00BD1B8E"/>
    <w:rsid w:val="00BD2CA6"/>
    <w:rsid w:val="00BD2EC0"/>
    <w:rsid w:val="00BD6AD8"/>
    <w:rsid w:val="00BD6E4B"/>
    <w:rsid w:val="00BD7B53"/>
    <w:rsid w:val="00BE2C34"/>
    <w:rsid w:val="00BE6477"/>
    <w:rsid w:val="00BE66C7"/>
    <w:rsid w:val="00BE70C9"/>
    <w:rsid w:val="00BF1457"/>
    <w:rsid w:val="00BF47BF"/>
    <w:rsid w:val="00BF5ED1"/>
    <w:rsid w:val="00BF6AD2"/>
    <w:rsid w:val="00C00FB4"/>
    <w:rsid w:val="00C01B1C"/>
    <w:rsid w:val="00C01BBA"/>
    <w:rsid w:val="00C023ED"/>
    <w:rsid w:val="00C059CA"/>
    <w:rsid w:val="00C10FDD"/>
    <w:rsid w:val="00C12CD5"/>
    <w:rsid w:val="00C12ED9"/>
    <w:rsid w:val="00C13BF7"/>
    <w:rsid w:val="00C14D78"/>
    <w:rsid w:val="00C17090"/>
    <w:rsid w:val="00C20200"/>
    <w:rsid w:val="00C21513"/>
    <w:rsid w:val="00C21EC6"/>
    <w:rsid w:val="00C22844"/>
    <w:rsid w:val="00C264A4"/>
    <w:rsid w:val="00C270F7"/>
    <w:rsid w:val="00C27A4A"/>
    <w:rsid w:val="00C32954"/>
    <w:rsid w:val="00C3295C"/>
    <w:rsid w:val="00C33684"/>
    <w:rsid w:val="00C344EB"/>
    <w:rsid w:val="00C34B35"/>
    <w:rsid w:val="00C34BD3"/>
    <w:rsid w:val="00C36195"/>
    <w:rsid w:val="00C36FFE"/>
    <w:rsid w:val="00C40056"/>
    <w:rsid w:val="00C40498"/>
    <w:rsid w:val="00C427C6"/>
    <w:rsid w:val="00C464A1"/>
    <w:rsid w:val="00C4685F"/>
    <w:rsid w:val="00C46968"/>
    <w:rsid w:val="00C479E3"/>
    <w:rsid w:val="00C5119C"/>
    <w:rsid w:val="00C526F8"/>
    <w:rsid w:val="00C54FD2"/>
    <w:rsid w:val="00C56723"/>
    <w:rsid w:val="00C57D57"/>
    <w:rsid w:val="00C60407"/>
    <w:rsid w:val="00C609B5"/>
    <w:rsid w:val="00C644BA"/>
    <w:rsid w:val="00C6516F"/>
    <w:rsid w:val="00C657BF"/>
    <w:rsid w:val="00C66540"/>
    <w:rsid w:val="00C70E77"/>
    <w:rsid w:val="00C71796"/>
    <w:rsid w:val="00C71CE0"/>
    <w:rsid w:val="00C7328D"/>
    <w:rsid w:val="00C73733"/>
    <w:rsid w:val="00C73D5A"/>
    <w:rsid w:val="00C74132"/>
    <w:rsid w:val="00C77BD1"/>
    <w:rsid w:val="00C80E1B"/>
    <w:rsid w:val="00C83EFA"/>
    <w:rsid w:val="00C849BB"/>
    <w:rsid w:val="00C85820"/>
    <w:rsid w:val="00C87296"/>
    <w:rsid w:val="00C94A2A"/>
    <w:rsid w:val="00C95289"/>
    <w:rsid w:val="00C95330"/>
    <w:rsid w:val="00C957F4"/>
    <w:rsid w:val="00C97997"/>
    <w:rsid w:val="00C97FD1"/>
    <w:rsid w:val="00CA22D3"/>
    <w:rsid w:val="00CA68D5"/>
    <w:rsid w:val="00CB0393"/>
    <w:rsid w:val="00CB0FC1"/>
    <w:rsid w:val="00CB41B2"/>
    <w:rsid w:val="00CB6E6A"/>
    <w:rsid w:val="00CB7749"/>
    <w:rsid w:val="00CC4705"/>
    <w:rsid w:val="00CD3BF3"/>
    <w:rsid w:val="00CD62A0"/>
    <w:rsid w:val="00CD6437"/>
    <w:rsid w:val="00CE1B64"/>
    <w:rsid w:val="00CE1D35"/>
    <w:rsid w:val="00CE2C1B"/>
    <w:rsid w:val="00CE4DE1"/>
    <w:rsid w:val="00CE6EC8"/>
    <w:rsid w:val="00CE7D65"/>
    <w:rsid w:val="00CE7E5A"/>
    <w:rsid w:val="00CF11F6"/>
    <w:rsid w:val="00CF18FB"/>
    <w:rsid w:val="00CF260D"/>
    <w:rsid w:val="00CF36A2"/>
    <w:rsid w:val="00CF4AA2"/>
    <w:rsid w:val="00D02A19"/>
    <w:rsid w:val="00D059C7"/>
    <w:rsid w:val="00D06BEE"/>
    <w:rsid w:val="00D06FCB"/>
    <w:rsid w:val="00D133DA"/>
    <w:rsid w:val="00D13CE6"/>
    <w:rsid w:val="00D14E20"/>
    <w:rsid w:val="00D163BC"/>
    <w:rsid w:val="00D21973"/>
    <w:rsid w:val="00D22DF6"/>
    <w:rsid w:val="00D24853"/>
    <w:rsid w:val="00D24E66"/>
    <w:rsid w:val="00D272F6"/>
    <w:rsid w:val="00D3094F"/>
    <w:rsid w:val="00D316F5"/>
    <w:rsid w:val="00D32286"/>
    <w:rsid w:val="00D359EA"/>
    <w:rsid w:val="00D42B57"/>
    <w:rsid w:val="00D42CD0"/>
    <w:rsid w:val="00D4754A"/>
    <w:rsid w:val="00D517EF"/>
    <w:rsid w:val="00D51F50"/>
    <w:rsid w:val="00D5301A"/>
    <w:rsid w:val="00D53D6D"/>
    <w:rsid w:val="00D544A3"/>
    <w:rsid w:val="00D54894"/>
    <w:rsid w:val="00D556C3"/>
    <w:rsid w:val="00D55C9A"/>
    <w:rsid w:val="00D55DE5"/>
    <w:rsid w:val="00D55EE6"/>
    <w:rsid w:val="00D56582"/>
    <w:rsid w:val="00D57D44"/>
    <w:rsid w:val="00D60FE3"/>
    <w:rsid w:val="00D64A6E"/>
    <w:rsid w:val="00D64C9B"/>
    <w:rsid w:val="00D7175C"/>
    <w:rsid w:val="00D72518"/>
    <w:rsid w:val="00D741AC"/>
    <w:rsid w:val="00D75282"/>
    <w:rsid w:val="00D756C5"/>
    <w:rsid w:val="00D804C7"/>
    <w:rsid w:val="00D81FC0"/>
    <w:rsid w:val="00D828FC"/>
    <w:rsid w:val="00D8512D"/>
    <w:rsid w:val="00D85393"/>
    <w:rsid w:val="00D8695A"/>
    <w:rsid w:val="00D87189"/>
    <w:rsid w:val="00D87CED"/>
    <w:rsid w:val="00D90553"/>
    <w:rsid w:val="00D9075E"/>
    <w:rsid w:val="00D90B5F"/>
    <w:rsid w:val="00D91B00"/>
    <w:rsid w:val="00D92D0E"/>
    <w:rsid w:val="00D9462A"/>
    <w:rsid w:val="00D95394"/>
    <w:rsid w:val="00DA0657"/>
    <w:rsid w:val="00DA2603"/>
    <w:rsid w:val="00DA4958"/>
    <w:rsid w:val="00DA631D"/>
    <w:rsid w:val="00DA79E0"/>
    <w:rsid w:val="00DB0FD6"/>
    <w:rsid w:val="00DB259E"/>
    <w:rsid w:val="00DB56DB"/>
    <w:rsid w:val="00DB760F"/>
    <w:rsid w:val="00DC0235"/>
    <w:rsid w:val="00DC2B71"/>
    <w:rsid w:val="00DC47B2"/>
    <w:rsid w:val="00DC6358"/>
    <w:rsid w:val="00DD056D"/>
    <w:rsid w:val="00DD0627"/>
    <w:rsid w:val="00DD1D15"/>
    <w:rsid w:val="00DD2448"/>
    <w:rsid w:val="00DD391D"/>
    <w:rsid w:val="00DD4B50"/>
    <w:rsid w:val="00DD5FF9"/>
    <w:rsid w:val="00DE1E9D"/>
    <w:rsid w:val="00DE307B"/>
    <w:rsid w:val="00DE4501"/>
    <w:rsid w:val="00DE46D7"/>
    <w:rsid w:val="00DE57FE"/>
    <w:rsid w:val="00DF29F9"/>
    <w:rsid w:val="00DF3A21"/>
    <w:rsid w:val="00DF5BBF"/>
    <w:rsid w:val="00DF6D87"/>
    <w:rsid w:val="00E00A1F"/>
    <w:rsid w:val="00E0130D"/>
    <w:rsid w:val="00E06FF8"/>
    <w:rsid w:val="00E07AD2"/>
    <w:rsid w:val="00E140B7"/>
    <w:rsid w:val="00E2026C"/>
    <w:rsid w:val="00E214AB"/>
    <w:rsid w:val="00E223E3"/>
    <w:rsid w:val="00E22D17"/>
    <w:rsid w:val="00E27605"/>
    <w:rsid w:val="00E30EEB"/>
    <w:rsid w:val="00E31D14"/>
    <w:rsid w:val="00E33A66"/>
    <w:rsid w:val="00E34890"/>
    <w:rsid w:val="00E35529"/>
    <w:rsid w:val="00E369E4"/>
    <w:rsid w:val="00E36B56"/>
    <w:rsid w:val="00E40886"/>
    <w:rsid w:val="00E41F51"/>
    <w:rsid w:val="00E45004"/>
    <w:rsid w:val="00E47033"/>
    <w:rsid w:val="00E47F00"/>
    <w:rsid w:val="00E50139"/>
    <w:rsid w:val="00E51652"/>
    <w:rsid w:val="00E51C81"/>
    <w:rsid w:val="00E52DD7"/>
    <w:rsid w:val="00E54861"/>
    <w:rsid w:val="00E54CDF"/>
    <w:rsid w:val="00E57087"/>
    <w:rsid w:val="00E573F7"/>
    <w:rsid w:val="00E6321D"/>
    <w:rsid w:val="00E65E1A"/>
    <w:rsid w:val="00E7098D"/>
    <w:rsid w:val="00E71014"/>
    <w:rsid w:val="00E75347"/>
    <w:rsid w:val="00E7566F"/>
    <w:rsid w:val="00E777C8"/>
    <w:rsid w:val="00E8462A"/>
    <w:rsid w:val="00E8509D"/>
    <w:rsid w:val="00E90ABB"/>
    <w:rsid w:val="00E92A8A"/>
    <w:rsid w:val="00E92F6D"/>
    <w:rsid w:val="00EA26F5"/>
    <w:rsid w:val="00EA3A93"/>
    <w:rsid w:val="00EA3F91"/>
    <w:rsid w:val="00EA61EA"/>
    <w:rsid w:val="00EA7220"/>
    <w:rsid w:val="00EA7934"/>
    <w:rsid w:val="00EB02A0"/>
    <w:rsid w:val="00EB14AF"/>
    <w:rsid w:val="00EB184A"/>
    <w:rsid w:val="00EB3397"/>
    <w:rsid w:val="00EB36D7"/>
    <w:rsid w:val="00EB484D"/>
    <w:rsid w:val="00EB6F6E"/>
    <w:rsid w:val="00EC02DE"/>
    <w:rsid w:val="00EC206F"/>
    <w:rsid w:val="00EC2C6E"/>
    <w:rsid w:val="00EC35D4"/>
    <w:rsid w:val="00EC57FA"/>
    <w:rsid w:val="00EC7531"/>
    <w:rsid w:val="00ED2086"/>
    <w:rsid w:val="00ED5FEB"/>
    <w:rsid w:val="00ED6BB3"/>
    <w:rsid w:val="00EE11CC"/>
    <w:rsid w:val="00EE124E"/>
    <w:rsid w:val="00EE12A1"/>
    <w:rsid w:val="00EE1AD3"/>
    <w:rsid w:val="00EE246B"/>
    <w:rsid w:val="00EE29B8"/>
    <w:rsid w:val="00EE3FD4"/>
    <w:rsid w:val="00EE50B0"/>
    <w:rsid w:val="00EE61B3"/>
    <w:rsid w:val="00EE679B"/>
    <w:rsid w:val="00EF4CEB"/>
    <w:rsid w:val="00EF5A6C"/>
    <w:rsid w:val="00EF6930"/>
    <w:rsid w:val="00EF769D"/>
    <w:rsid w:val="00F0108D"/>
    <w:rsid w:val="00F01301"/>
    <w:rsid w:val="00F02A01"/>
    <w:rsid w:val="00F03E76"/>
    <w:rsid w:val="00F0405E"/>
    <w:rsid w:val="00F04A7C"/>
    <w:rsid w:val="00F104A0"/>
    <w:rsid w:val="00F10888"/>
    <w:rsid w:val="00F10B7D"/>
    <w:rsid w:val="00F1214C"/>
    <w:rsid w:val="00F122B1"/>
    <w:rsid w:val="00F13111"/>
    <w:rsid w:val="00F1324B"/>
    <w:rsid w:val="00F13791"/>
    <w:rsid w:val="00F155F7"/>
    <w:rsid w:val="00F16ED0"/>
    <w:rsid w:val="00F2539B"/>
    <w:rsid w:val="00F25772"/>
    <w:rsid w:val="00F27869"/>
    <w:rsid w:val="00F325C9"/>
    <w:rsid w:val="00F32633"/>
    <w:rsid w:val="00F335BA"/>
    <w:rsid w:val="00F34CC9"/>
    <w:rsid w:val="00F36CB8"/>
    <w:rsid w:val="00F40EE9"/>
    <w:rsid w:val="00F418F3"/>
    <w:rsid w:val="00F44399"/>
    <w:rsid w:val="00F44B3C"/>
    <w:rsid w:val="00F45E02"/>
    <w:rsid w:val="00F4651C"/>
    <w:rsid w:val="00F473BB"/>
    <w:rsid w:val="00F47D43"/>
    <w:rsid w:val="00F51423"/>
    <w:rsid w:val="00F51558"/>
    <w:rsid w:val="00F5351B"/>
    <w:rsid w:val="00F56007"/>
    <w:rsid w:val="00F6009F"/>
    <w:rsid w:val="00F60BBF"/>
    <w:rsid w:val="00F6121C"/>
    <w:rsid w:val="00F62894"/>
    <w:rsid w:val="00F658D6"/>
    <w:rsid w:val="00F67223"/>
    <w:rsid w:val="00F70E68"/>
    <w:rsid w:val="00F716CB"/>
    <w:rsid w:val="00F71C02"/>
    <w:rsid w:val="00F71D65"/>
    <w:rsid w:val="00F72EFE"/>
    <w:rsid w:val="00F7389A"/>
    <w:rsid w:val="00F74680"/>
    <w:rsid w:val="00F75E49"/>
    <w:rsid w:val="00F76925"/>
    <w:rsid w:val="00F800F7"/>
    <w:rsid w:val="00F80603"/>
    <w:rsid w:val="00F809A1"/>
    <w:rsid w:val="00F81C69"/>
    <w:rsid w:val="00F82599"/>
    <w:rsid w:val="00F86379"/>
    <w:rsid w:val="00F87651"/>
    <w:rsid w:val="00F8793B"/>
    <w:rsid w:val="00F91717"/>
    <w:rsid w:val="00F922FD"/>
    <w:rsid w:val="00F9248E"/>
    <w:rsid w:val="00F92F0C"/>
    <w:rsid w:val="00F96E8C"/>
    <w:rsid w:val="00FA044A"/>
    <w:rsid w:val="00FA4898"/>
    <w:rsid w:val="00FA5AD3"/>
    <w:rsid w:val="00FA7BCC"/>
    <w:rsid w:val="00FB0B73"/>
    <w:rsid w:val="00FB2E90"/>
    <w:rsid w:val="00FB3FB0"/>
    <w:rsid w:val="00FB4521"/>
    <w:rsid w:val="00FB4BAC"/>
    <w:rsid w:val="00FB734B"/>
    <w:rsid w:val="00FC1C51"/>
    <w:rsid w:val="00FC1E96"/>
    <w:rsid w:val="00FC3211"/>
    <w:rsid w:val="00FC4270"/>
    <w:rsid w:val="00FC609B"/>
    <w:rsid w:val="00FC6B5D"/>
    <w:rsid w:val="00FD0BCB"/>
    <w:rsid w:val="00FD0CA6"/>
    <w:rsid w:val="00FD4D17"/>
    <w:rsid w:val="00FE06D6"/>
    <w:rsid w:val="00FE0D17"/>
    <w:rsid w:val="00FE2464"/>
    <w:rsid w:val="00FE3A1F"/>
    <w:rsid w:val="00FE498D"/>
    <w:rsid w:val="00FE5AE6"/>
    <w:rsid w:val="00FE6549"/>
    <w:rsid w:val="00FE6E23"/>
    <w:rsid w:val="00FE7052"/>
    <w:rsid w:val="00FE72C1"/>
    <w:rsid w:val="00FE7402"/>
    <w:rsid w:val="00FF058A"/>
    <w:rsid w:val="00FF1347"/>
    <w:rsid w:val="00FF3A99"/>
    <w:rsid w:val="00FF3B68"/>
    <w:rsid w:val="00FF4B7A"/>
    <w:rsid w:val="00FF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7F76"/>
    <w:pPr>
      <w:widowControl w:val="0"/>
      <w:jc w:val="both"/>
    </w:pPr>
    <w:rPr>
      <w:rFonts w:ascii="Times New Roman" w:hAnsi="Times New Roman" w:cs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7F7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D7F76"/>
    <w:rPr>
      <w:rFonts w:ascii="Times New Roman" w:eastAsia="宋体" w:hAnsi="Times New Roman"/>
      <w:sz w:val="18"/>
    </w:rPr>
  </w:style>
  <w:style w:type="paragraph" w:styleId="Header">
    <w:name w:val="header"/>
    <w:basedOn w:val="Normal"/>
    <w:link w:val="HeaderChar"/>
    <w:uiPriority w:val="99"/>
    <w:semiHidden/>
    <w:rsid w:val="006D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7F76"/>
    <w:rPr>
      <w:rFonts w:ascii="Times New Roman" w:eastAsia="宋体" w:hAnsi="Times New Roman"/>
      <w:sz w:val="18"/>
    </w:rPr>
  </w:style>
  <w:style w:type="character" w:styleId="PageNumber">
    <w:name w:val="page number"/>
    <w:basedOn w:val="DefaultParagraphFont"/>
    <w:uiPriority w:val="99"/>
    <w:semiHidden/>
    <w:rsid w:val="006D7F76"/>
    <w:rPr>
      <w:rFonts w:cs="Times New Roman"/>
    </w:rPr>
  </w:style>
  <w:style w:type="paragraph" w:customStyle="1" w:styleId="1">
    <w:name w:val="无间隔1"/>
    <w:uiPriority w:val="99"/>
    <w:rsid w:val="006D7F76"/>
    <w:pPr>
      <w:widowControl w:val="0"/>
      <w:jc w:val="both"/>
    </w:pPr>
    <w:rPr>
      <w:rFonts w:cs="Times New Roman"/>
    </w:rPr>
  </w:style>
  <w:style w:type="paragraph" w:customStyle="1" w:styleId="10">
    <w:name w:val="列出段落1"/>
    <w:basedOn w:val="Normal"/>
    <w:uiPriority w:val="99"/>
    <w:rsid w:val="006D7F76"/>
    <w:pPr>
      <w:ind w:firstLineChars="200" w:firstLine="420"/>
    </w:pPr>
    <w:rPr>
      <w:rFonts w:ascii="Calibri" w:hAnsi="Calibri"/>
      <w:szCs w:val="22"/>
    </w:rPr>
  </w:style>
  <w:style w:type="character" w:customStyle="1" w:styleId="ask-title2">
    <w:name w:val="ask-title2"/>
    <w:basedOn w:val="DefaultParagraphFont"/>
    <w:uiPriority w:val="99"/>
    <w:rsid w:val="006D7F7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A4E7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4E76"/>
    <w:rPr>
      <w:rFonts w:ascii="Times New Roman" w:hAnsi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2593</TotalTime>
  <Pages>3</Pages>
  <Words>366</Words>
  <Characters>2090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海淀区九年级第一学期期中练习</dc:title>
  <dc:subject/>
  <dc:creator>qx</dc:creator>
  <cp:keywords/>
  <dc:description/>
  <cp:lastModifiedBy>lenovo</cp:lastModifiedBy>
  <cp:revision>1306</cp:revision>
  <cp:lastPrinted>2015-01-20T01:53:00Z</cp:lastPrinted>
  <dcterms:created xsi:type="dcterms:W3CDTF">2012-10-15T15:15:00Z</dcterms:created>
  <dcterms:modified xsi:type="dcterms:W3CDTF">2015-05-08T01:17:00Z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